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D86" w:rsidRDefault="00D72D86" w:rsidP="00B85490">
      <w:pPr>
        <w:pStyle w:val="DBTitelG"/>
      </w:pPr>
      <w:r>
        <w:t>Standardisierte Leistungsbeschreibung</w:t>
      </w:r>
    </w:p>
    <w:p w:rsidR="00D72D86" w:rsidRDefault="00D72D86" w:rsidP="00B85490">
      <w:pPr>
        <w:pStyle w:val="DBTitelG"/>
      </w:pPr>
      <w:r>
        <w:t>Leistungsbeschreibung Hochbau</w:t>
      </w:r>
    </w:p>
    <w:p w:rsidR="00D72D86" w:rsidRDefault="00D72D86" w:rsidP="00B85490">
      <w:pPr>
        <w:pStyle w:val="DBTitelG"/>
      </w:pPr>
      <w:r>
        <w:t xml:space="preserve">LB-HB, Version </w:t>
      </w:r>
      <w:r w:rsidR="00E922F6">
        <w:t>021</w:t>
      </w:r>
    </w:p>
    <w:p w:rsidR="00D72D86" w:rsidRDefault="00D72D86" w:rsidP="00B85490">
      <w:pPr>
        <w:pStyle w:val="DBTitelG"/>
      </w:pPr>
    </w:p>
    <w:p w:rsidR="00D72D86" w:rsidRDefault="00D53B59" w:rsidP="00B85490">
      <w:pPr>
        <w:pStyle w:val="DBTitelLG"/>
      </w:pPr>
      <w:r>
        <w:t>LG FR</w:t>
      </w:r>
    </w:p>
    <w:p w:rsidR="00D72D86" w:rsidRDefault="002B3775" w:rsidP="00B85490">
      <w:pPr>
        <w:pStyle w:val="DBTitelLG"/>
      </w:pPr>
      <w:r>
        <w:t>Verkehr und Infrastruktur</w:t>
      </w:r>
    </w:p>
    <w:p w:rsidR="00D72D86" w:rsidRDefault="00D72D86" w:rsidP="00B85490">
      <w:pPr>
        <w:pStyle w:val="DBLGVers"/>
      </w:pPr>
    </w:p>
    <w:p w:rsidR="00D72D86" w:rsidRDefault="00D72D86" w:rsidP="00B85490">
      <w:pPr>
        <w:pStyle w:val="DBLGVers"/>
      </w:pPr>
    </w:p>
    <w:p w:rsidR="00D72D86" w:rsidRDefault="00D72D86" w:rsidP="00B85490">
      <w:pPr>
        <w:pStyle w:val="DBTitelG"/>
      </w:pPr>
      <w:r>
        <w:t>LB-HB021 Ergänzungen FUNDERMAX</w:t>
      </w:r>
    </w:p>
    <w:p w:rsidR="00D72D86" w:rsidRDefault="00D72D86" w:rsidP="00B85490">
      <w:pPr>
        <w:pStyle w:val="DBLGVers"/>
      </w:pPr>
      <w:r>
        <w:t>V:03/2020 08</w:t>
      </w:r>
    </w:p>
    <w:p w:rsidR="00D72D86" w:rsidRDefault="00D72D86" w:rsidP="00B85490">
      <w:pPr>
        <w:pStyle w:val="DBLGVers"/>
      </w:pPr>
    </w:p>
    <w:p w:rsidR="00D72D86" w:rsidRDefault="00D72D86" w:rsidP="00B85490">
      <w:pPr>
        <w:pStyle w:val="DBLG1"/>
      </w:pPr>
      <w:r>
        <w:t>Unterleistungsgruppen (ULG) - Übersicht</w:t>
      </w:r>
    </w:p>
    <w:p w:rsidR="00D72D86" w:rsidRDefault="00D72D86" w:rsidP="00B85490">
      <w:pPr>
        <w:pStyle w:val="DBLG1"/>
      </w:pPr>
    </w:p>
    <w:p w:rsidR="00D72D86" w:rsidRDefault="00D53B59" w:rsidP="00B85490">
      <w:pPr>
        <w:pStyle w:val="DBLG2"/>
      </w:pPr>
      <w:r>
        <w:t>FR</w:t>
      </w:r>
      <w:r w:rsidR="00D72D86">
        <w:t>.FE</w:t>
      </w:r>
      <w:r w:rsidR="00D72D86">
        <w:tab/>
        <w:t>HP</w:t>
      </w:r>
      <w:r w:rsidR="00024439">
        <w:t>L</w:t>
      </w:r>
      <w:r w:rsidR="00D72D86">
        <w:t xml:space="preserve"> </w:t>
      </w:r>
      <w:r w:rsidR="002B3775">
        <w:t>Platten</w:t>
      </w:r>
      <w:r w:rsidR="00D72D86">
        <w:t xml:space="preserve"> f.starke Beanspruchungen (FUNDERMAX)</w:t>
      </w:r>
    </w:p>
    <w:p w:rsidR="00D72D86" w:rsidRDefault="00024439" w:rsidP="00B85490">
      <w:pPr>
        <w:pStyle w:val="DBLG2"/>
      </w:pPr>
      <w:r>
        <w:t>F</w:t>
      </w:r>
      <w:r w:rsidR="00D53B59">
        <w:t>R</w:t>
      </w:r>
      <w:r w:rsidR="00D72D86">
        <w:t>.FG</w:t>
      </w:r>
      <w:r w:rsidR="00D72D86">
        <w:tab/>
        <w:t xml:space="preserve">HPL </w:t>
      </w:r>
      <w:r w:rsidR="002B3775">
        <w:t>Platten</w:t>
      </w:r>
      <w:r w:rsidR="00D72D86">
        <w:t xml:space="preserve"> f.mäßige Beanspruchungen (FUNDERMAX)</w:t>
      </w:r>
    </w:p>
    <w:p w:rsidR="00D72D86" w:rsidRPr="001F658C" w:rsidRDefault="00D72D86" w:rsidP="00B85490">
      <w:pPr>
        <w:pStyle w:val="DBLG2"/>
      </w:pPr>
    </w:p>
    <w:p w:rsidR="00D72D86" w:rsidRDefault="00D72D86" w:rsidP="001F658C">
      <w:pPr>
        <w:sectPr w:rsidR="00D72D86" w:rsidSect="00393D78">
          <w:headerReference w:type="even" r:id="rId7"/>
          <w:pgSz w:w="11907" w:h="16840" w:code="9"/>
          <w:pgMar w:top="1134" w:right="737" w:bottom="1134" w:left="1021" w:header="567" w:footer="567" w:gutter="0"/>
          <w:paperSrc w:first="7" w:other="7"/>
          <w:pgNumType w:start="1"/>
          <w:cols w:space="340"/>
        </w:sectPr>
      </w:pPr>
    </w:p>
    <w:p w:rsidR="000E5AFA" w:rsidRDefault="00A05B53" w:rsidP="000E5AFA">
      <w:pPr>
        <w:pStyle w:val="LG"/>
        <w:keepLines/>
      </w:pPr>
      <w:r>
        <w:lastRenderedPageBreak/>
        <w:t>FN</w:t>
      </w:r>
      <w:r w:rsidR="00D72D86">
        <w:t xml:space="preserve"> </w:t>
      </w:r>
      <w:r w:rsidR="000E5AFA">
        <w:t>Verkehr und Infrastruktur</w:t>
      </w:r>
      <w:bookmarkStart w:id="0" w:name="_GoBack"/>
      <w:bookmarkEnd w:id="0"/>
    </w:p>
    <w:p w:rsidR="00A05B53" w:rsidRDefault="00A05B53" w:rsidP="00A05B53">
      <w:pPr>
        <w:pStyle w:val="Langtext"/>
      </w:pPr>
      <w:r>
        <w:t>Version: 2020-06</w:t>
      </w:r>
    </w:p>
    <w:p w:rsidR="00A05B53" w:rsidRDefault="00A05B53" w:rsidP="00A05B53">
      <w:pPr>
        <w:pStyle w:val="Langtext"/>
      </w:pPr>
      <w:r>
        <w:t>Soweit in Vorbemerkungen oder Positionstexten nicht anders angegeben, gelten für alle Leistungen dieser Gruppe folgende Regelungen:</w:t>
      </w:r>
    </w:p>
    <w:p w:rsidR="00A05B53" w:rsidRDefault="00A05B53" w:rsidP="00A05B53">
      <w:pPr>
        <w:pStyle w:val="Langtext"/>
      </w:pPr>
      <w:r>
        <w:t>Die Montage hat entsprechend den statischen Erfordernissen zu erfolgen und ist in eigenen Positionen auszuschreiben.</w:t>
      </w:r>
    </w:p>
    <w:p w:rsidR="00A05B53" w:rsidRDefault="00A05B53" w:rsidP="00A05B53">
      <w:pPr>
        <w:pStyle w:val="Langtext"/>
      </w:pPr>
      <w:r>
        <w:t>Die Angaben des Plattenhersteller bezüglich Liefer-, Montage- bzw. Einbaubedingungen sowie Verarbeitungsrichtlinien sind zu beachten.</w:t>
      </w:r>
    </w:p>
    <w:p w:rsidR="00A05B53" w:rsidRDefault="00A05B53" w:rsidP="00A05B53">
      <w:pPr>
        <w:pStyle w:val="TrennungULG"/>
        <w:keepNext w:val="0"/>
      </w:pPr>
    </w:p>
    <w:p w:rsidR="00D72D86" w:rsidRDefault="002B3775" w:rsidP="00CD1DC2">
      <w:pPr>
        <w:pStyle w:val="ULG"/>
        <w:keepLines/>
      </w:pPr>
      <w:r>
        <w:t>FR</w:t>
      </w:r>
      <w:r w:rsidR="00D72D86">
        <w:t>.FE</w:t>
      </w:r>
      <w:r w:rsidR="00D72D86">
        <w:rPr>
          <w:sz w:val="12"/>
        </w:rPr>
        <w:t xml:space="preserve"> + </w:t>
      </w:r>
      <w:r w:rsidR="00D72D86">
        <w:t>HP</w:t>
      </w:r>
      <w:r w:rsidR="00A05B53">
        <w:t>L</w:t>
      </w:r>
      <w:r w:rsidR="00D72D86">
        <w:t xml:space="preserve"> </w:t>
      </w:r>
      <w:r w:rsidR="00A05B53">
        <w:t>Platten</w:t>
      </w:r>
      <w:r w:rsidR="00D72D86">
        <w:t xml:space="preserve"> f.starke Beanspruchungen (FUNDERMAX)</w:t>
      </w:r>
    </w:p>
    <w:p w:rsidR="00D72D86" w:rsidRDefault="00D72D86" w:rsidP="00CD1DC2">
      <w:pPr>
        <w:pStyle w:val="Langtext"/>
      </w:pPr>
      <w:r>
        <w:t>Version: 2020-08</w:t>
      </w:r>
    </w:p>
    <w:p w:rsidR="00D72D86" w:rsidRDefault="00D72D86" w:rsidP="00CD1DC2">
      <w:pPr>
        <w:pStyle w:val="Langtext"/>
      </w:pPr>
      <w:r>
        <w:t>Im Folgenden ist das Liefern von HP</w:t>
      </w:r>
      <w:r w:rsidR="00A05B53">
        <w:t>L</w:t>
      </w:r>
      <w:r>
        <w:t xml:space="preserve"> </w:t>
      </w:r>
      <w:r w:rsidR="00A05B53">
        <w:t>Platten</w:t>
      </w:r>
      <w:r>
        <w:t xml:space="preserve"> Type EDF beschrieben.</w:t>
      </w:r>
    </w:p>
    <w:p w:rsidR="00D72D86" w:rsidRDefault="00D72D86" w:rsidP="00CD1DC2">
      <w:pPr>
        <w:pStyle w:val="Langtext"/>
      </w:pPr>
      <w:r>
        <w:t>Die Montage hat entsprechend den statischen Erfordernissen zu erfolgen und ist in eigenen Positionen beschrieben.</w:t>
      </w:r>
    </w:p>
    <w:p w:rsidR="00D72D86" w:rsidRDefault="00D72D86" w:rsidP="00CD1DC2">
      <w:pPr>
        <w:pStyle w:val="Langtext"/>
      </w:pPr>
      <w:r>
        <w:t>Die Angaben des Plattenhersteller bezüglich Liefer-, Montage- bzw. Einbaubedingungen sowie Verarbeitungsrichtlinien sind zu beachten.</w:t>
      </w:r>
    </w:p>
    <w:p w:rsidR="00D72D86" w:rsidRDefault="00D72D86" w:rsidP="00CD1DC2">
      <w:pPr>
        <w:pStyle w:val="Langtext"/>
      </w:pPr>
      <w:r>
        <w:t>Nach Fertigstellung des Bauvorhabens muss eine Endreinigung gemäß den Empfehlungen des Herstellers durchgeführt werden.</w:t>
      </w:r>
    </w:p>
    <w:p w:rsidR="00D72D86" w:rsidRDefault="00D72D86" w:rsidP="00CD1DC2">
      <w:pPr>
        <w:pStyle w:val="Langtext"/>
      </w:pPr>
      <w:r>
        <w:t>Vorgehängte, hinterlüftete Fassaden mit zusätzlicher Wärmedämmung durch Wärmedämmstoffe mit einer Dichte von 30 bis 70 kg/m³ und einem Schmelzpunkt &gt;1000°C, die systemkonform an der Außenwand verankert werden.</w:t>
      </w:r>
    </w:p>
    <w:p w:rsidR="00D72D86" w:rsidRDefault="00D72D86" w:rsidP="00CD1DC2">
      <w:pPr>
        <w:pStyle w:val="Langtext"/>
      </w:pPr>
    </w:p>
    <w:p w:rsidR="00D72D86" w:rsidRDefault="00D72D86" w:rsidP="00CD1DC2">
      <w:pPr>
        <w:pStyle w:val="Langtext"/>
      </w:pPr>
      <w:r>
        <w:t>Angaben zum Plattenmaterial:</w:t>
      </w:r>
    </w:p>
    <w:p w:rsidR="00D72D86" w:rsidRDefault="00D72D86" w:rsidP="00CD1DC2">
      <w:pPr>
        <w:pStyle w:val="Langtext"/>
      </w:pPr>
      <w:r>
        <w:t>Als HPL (High Pressure Laminates) Platten Typ EDF bezeichnet man dekorative Hochdruck-Schichtpressstoffplatten zur Anwendung unter Witterungsbedingungen im Freien, wie Sonnenlicht, Regen und Frost mit einem zusätzlichen hoch wirksamen Witterungschutz. HPL Platten Typ EDF bestehen aus Naturfaserbahnen, die etwa 65 % des Gesamtgewichts darstellen. Sie werden überwiegend aus Holz hergestellt, das zu „Kraftpapieren“ veredelt wurde.</w:t>
      </w:r>
    </w:p>
    <w:p w:rsidR="00D72D86" w:rsidRDefault="00D72D86" w:rsidP="00CD1DC2">
      <w:pPr>
        <w:pStyle w:val="Langtext"/>
      </w:pPr>
      <w:r>
        <w:t>Die Kraftpapiere werden in Imprägnieranlagen mit synthetischen Harzen getränkt, getrocknet und unter hohem Druck und starker Hitze zu langlebigen, feuchteresistenten Platten verpresst. Die Kanten der HPL Platten TYP EDF sind ebenfalls Witterungsfest und müssen nach dem Zuschnitt nicht versiegelt werden.</w:t>
      </w:r>
    </w:p>
    <w:p w:rsidR="00D72D86" w:rsidRDefault="00D72D86" w:rsidP="00CD1DC2">
      <w:pPr>
        <w:pStyle w:val="Langtext"/>
      </w:pPr>
      <w:r>
        <w:t>Die Herstellung dieser HPL Platten erfolgt gemäß der EN 438 Teil 6 – Klassifizierung und Spezifikation für Kompakt-Schichtpresstoffe für die Anwendung im Freien mit einer Dicke von 2 mm und größer.</w:t>
      </w:r>
    </w:p>
    <w:p w:rsidR="00D72D86" w:rsidRDefault="00D72D86" w:rsidP="00CD1DC2">
      <w:pPr>
        <w:pStyle w:val="Langtext"/>
      </w:pPr>
      <w:r>
        <w:t>Die HPL Platten Typ EDF zeichnen sich durch ihre hohe Zugfestigkeit, hohe Beständigkeit gegen Stoßbeanspruchung, hohe Beständigkeit gegen Temperaturwechsel, hohe Beständigkeit gegen Witterungseinflüssen &amp; UV-Belastung, sowie eine sehr gute Farbechtheit und eine sehr gute Chemikalienbeständigkeit aus, welche es ermöglicht Graffities ohne großen Aufwand von der Oberfläche zu reinigen. Ebenfalls können die HPL Balkonbekleidungsplatten Typ EGF als FSC oder PEFC Zertifiziert bezogen werden.</w:t>
      </w:r>
    </w:p>
    <w:p w:rsidR="00D72D86" w:rsidRDefault="00D72D86" w:rsidP="00CD1DC2">
      <w:pPr>
        <w:pStyle w:val="Langtext"/>
      </w:pPr>
    </w:p>
    <w:p w:rsidR="00D72D86" w:rsidRDefault="00D72D86" w:rsidP="00CD1DC2">
      <w:pPr>
        <w:pStyle w:val="Langtext"/>
      </w:pPr>
    </w:p>
    <w:p w:rsidR="00D72D86" w:rsidRDefault="00D72D86" w:rsidP="00CD1DC2">
      <w:pPr>
        <w:pStyle w:val="Langtext"/>
      </w:pPr>
      <w:r>
        <w:t>Technische Beschreibung:</w:t>
      </w:r>
    </w:p>
    <w:p w:rsidR="00D72D86" w:rsidRDefault="00D72D86" w:rsidP="00CD1DC2">
      <w:pPr>
        <w:pStyle w:val="Langtext"/>
      </w:pPr>
      <w:r>
        <w:t>• Beständigkeit gegen künstliche Bewitterung: ≥ Stufe 4 des 5 teiligen Graumastabes gemäß EN 20105-A02</w:t>
      </w:r>
    </w:p>
    <w:p w:rsidR="00D72D86" w:rsidRDefault="00D72D86" w:rsidP="00CD1DC2">
      <w:pPr>
        <w:pStyle w:val="Langtext"/>
      </w:pPr>
      <w:r>
        <w:t>• Oberflächeneingenschaften: Hoch Witterungsbeständig, Lichtecht, Kratzfest, Lösungsmittelbeständig, Schlagzäh, Graffitischutz, leicht zu reinigen und doppelt gehärtet</w:t>
      </w:r>
    </w:p>
    <w:p w:rsidR="00D72D86" w:rsidRDefault="00D72D86" w:rsidP="00CD1DC2">
      <w:pPr>
        <w:pStyle w:val="Langtext"/>
      </w:pPr>
      <w:r>
        <w:t>• Kanten: benötigen keine Versiegelung</w:t>
      </w:r>
    </w:p>
    <w:p w:rsidR="00D72D86" w:rsidRDefault="00D72D86" w:rsidP="00CD1DC2">
      <w:pPr>
        <w:pStyle w:val="Langtext"/>
      </w:pPr>
      <w:r>
        <w:t>• Hagelschutz: ≥ HW 4 nach VKF Prüfbestimmung Nr. 11 Kunststoffplatte/Version 1,02</w:t>
      </w:r>
    </w:p>
    <w:p w:rsidR="00D72D86" w:rsidRDefault="00D72D86" w:rsidP="00CD1DC2">
      <w:pPr>
        <w:pStyle w:val="Langtext"/>
      </w:pPr>
      <w:r>
        <w:t>• Dichte: ≥ 1350kg/m3 gemäß EN 438-6</w:t>
      </w:r>
    </w:p>
    <w:p w:rsidR="00D72D86" w:rsidRDefault="00D72D86" w:rsidP="00CD1DC2">
      <w:pPr>
        <w:pStyle w:val="Langtext"/>
      </w:pPr>
      <w:r>
        <w:t>• Baustoffklasse: Euroclass B-s2,d0 nach EN 13501-1</w:t>
      </w:r>
    </w:p>
    <w:p w:rsidR="00D72D86" w:rsidRDefault="00D72D86" w:rsidP="00F87F73">
      <w:pPr>
        <w:pStyle w:val="Langtext"/>
      </w:pPr>
      <w:r>
        <w:t>• Fassadenbrandprüfung ÖNORM B3800-5</w:t>
      </w:r>
    </w:p>
    <w:p w:rsidR="00D72D86" w:rsidRDefault="00D72D86" w:rsidP="00F87F73">
      <w:pPr>
        <w:pStyle w:val="Langtext"/>
      </w:pPr>
      <w:r>
        <w:t>Plattendicken: 6 mm, 8 mm, 10 mm gemäß bauaufsichtlicher Zulassung Z-10.3-712</w:t>
      </w:r>
    </w:p>
    <w:p w:rsidR="00D72D86" w:rsidRDefault="00D72D86" w:rsidP="00F87F73">
      <w:pPr>
        <w:pStyle w:val="Langtext"/>
      </w:pPr>
      <w:r>
        <w:t>Plattenformate und Oberflächeausführungen:</w:t>
      </w:r>
    </w:p>
    <w:p w:rsidR="00D72D86" w:rsidRDefault="00D72D86" w:rsidP="00F87F73">
      <w:pPr>
        <w:pStyle w:val="Langtext"/>
      </w:pPr>
    </w:p>
    <w:p w:rsidR="00D72D86" w:rsidRDefault="00D72D86" w:rsidP="00F87F73">
      <w:pPr>
        <w:pStyle w:val="Langtext"/>
      </w:pPr>
      <w:r>
        <w:t>• GR: 2800 x 1300 mm = 3,64 m2, NT</w:t>
      </w:r>
    </w:p>
    <w:p w:rsidR="00D72D86" w:rsidRPr="00024439" w:rsidRDefault="00D72D86" w:rsidP="00F87F73">
      <w:pPr>
        <w:pStyle w:val="Langtext"/>
        <w:rPr>
          <w:lang w:val="en-GB"/>
        </w:rPr>
      </w:pPr>
      <w:r w:rsidRPr="00024439">
        <w:rPr>
          <w:lang w:val="en-GB"/>
        </w:rPr>
        <w:t>• SP: 2800 x 1854 mm = 5,19 m2, NT</w:t>
      </w:r>
    </w:p>
    <w:p w:rsidR="00D72D86" w:rsidRPr="00024439" w:rsidRDefault="00D72D86" w:rsidP="00F87F73">
      <w:pPr>
        <w:pStyle w:val="Langtext"/>
        <w:rPr>
          <w:lang w:val="en-GB"/>
        </w:rPr>
      </w:pPr>
      <w:r w:rsidRPr="00024439">
        <w:rPr>
          <w:lang w:val="en-GB"/>
        </w:rPr>
        <w:t>• JU: 4100 x 1300 mm = 5,33 m2, NT, NY, NG</w:t>
      </w:r>
    </w:p>
    <w:p w:rsidR="00D72D86" w:rsidRDefault="00D72D86" w:rsidP="00F87F73">
      <w:pPr>
        <w:pStyle w:val="Langtext"/>
      </w:pPr>
      <w:r>
        <w:t>• XL: 4100 x 1854 mm = 7,60 m2, NT</w:t>
      </w:r>
    </w:p>
    <w:p w:rsidR="00D72D86" w:rsidRDefault="00D72D86" w:rsidP="00F87F73">
      <w:pPr>
        <w:pStyle w:val="Langtext"/>
      </w:pPr>
    </w:p>
    <w:p w:rsidR="00D72D86" w:rsidRDefault="00D72D86" w:rsidP="00F87F73">
      <w:pPr>
        <w:pStyle w:val="Langtext"/>
      </w:pPr>
      <w:r>
        <w:t>Be- und Hinterlüftung:</w:t>
      </w:r>
    </w:p>
    <w:p w:rsidR="00D72D86" w:rsidRDefault="00D72D86" w:rsidP="00F87F73">
      <w:pPr>
        <w:pStyle w:val="Langtext"/>
      </w:pPr>
      <w:r>
        <w:t>Für eine wirksame Be- und Hinterlüftung wird die Außenschicht mit einem lichten Abstand von mindestens 20 mm vor der Wärmedämmung montiert.</w:t>
      </w:r>
    </w:p>
    <w:p w:rsidR="00D72D86" w:rsidRDefault="00D72D86" w:rsidP="00F87F73">
      <w:pPr>
        <w:pStyle w:val="Langtext"/>
      </w:pPr>
      <w:r>
        <w:t>Die funktionierende Hinterlüftung der gesamten Außenschicht oder aller abgeschlossenen Teilbereiche von unten nach oben ist durch die Art der Unterkonstruktion und Befestigung der Außenschicht sicherzustellen.</w:t>
      </w:r>
    </w:p>
    <w:p w:rsidR="00D72D86" w:rsidRDefault="00D72D86" w:rsidP="00F87F73">
      <w:pPr>
        <w:pStyle w:val="Langtext"/>
      </w:pPr>
      <w:r>
        <w:t>Die untere Lufteintrittsöffnung und die obere Luftaustrittsöffnung ist durch Lüftungsgitter aus nicht rostendem Metall zu schließen. Hierbei wird ein wirksamer Lüftungsquerschnitt von mindestens 150 cm2/m bei einer Holzunterkonstruktion benötigt und mindestens 50 cm2/m gemäß DIN 18516 bei einer Aluminiumunterkonstruktion.</w:t>
      </w:r>
    </w:p>
    <w:p w:rsidR="00D72D86" w:rsidRDefault="00D72D86" w:rsidP="00F87F73">
      <w:pPr>
        <w:pStyle w:val="Langtext"/>
      </w:pPr>
    </w:p>
    <w:p w:rsidR="00D72D86" w:rsidRDefault="00D72D86" w:rsidP="00F87F73">
      <w:pPr>
        <w:pStyle w:val="Langtext"/>
      </w:pPr>
      <w:r>
        <w:lastRenderedPageBreak/>
        <w:t>Außenschicht:</w:t>
      </w:r>
    </w:p>
    <w:p w:rsidR="00D72D86" w:rsidRDefault="00D72D86" w:rsidP="00F87F73">
      <w:pPr>
        <w:pStyle w:val="Langtext"/>
      </w:pPr>
      <w:r>
        <w:t>High Pressure Laminate (HPL)</w:t>
      </w:r>
    </w:p>
    <w:p w:rsidR="00D72D86" w:rsidRDefault="00D72D86" w:rsidP="00F87F73">
      <w:pPr>
        <w:pStyle w:val="Langtext"/>
      </w:pPr>
    </w:p>
    <w:p w:rsidR="00D72D86" w:rsidRDefault="00D72D86" w:rsidP="00F87F73">
      <w:pPr>
        <w:pStyle w:val="Langtext"/>
      </w:pPr>
      <w:r>
        <w:t>Befestigungssysteme:</w:t>
      </w:r>
    </w:p>
    <w:p w:rsidR="00D72D86" w:rsidRDefault="00D72D86" w:rsidP="00F87F73">
      <w:pPr>
        <w:pStyle w:val="Langtext"/>
      </w:pPr>
      <w:r>
        <w:t>Die Befestigung/Verlegung der HPL Platten erfolgt technisch zwängungsfrei nach den Angaben des HPL Plattenherstellers.</w:t>
      </w:r>
    </w:p>
    <w:p w:rsidR="00D72D86" w:rsidRDefault="00D72D86" w:rsidP="00F87F73">
      <w:pPr>
        <w:pStyle w:val="Langtext"/>
      </w:pPr>
      <w:r>
        <w:t>Alle sichtbaren Befestigungselemente sind farblich dem Dekor der HPL Platten an zu passen.</w:t>
      </w:r>
    </w:p>
    <w:p w:rsidR="00D72D86" w:rsidRDefault="00D72D86" w:rsidP="00F87F73">
      <w:pPr>
        <w:pStyle w:val="Langtext"/>
      </w:pPr>
      <w:r>
        <w:t>Die Befestigung der Platten erfolgt mittels Fixpunkt und Gleitpunkten lt. technischer Informationen der FunderMax GmbH.</w:t>
      </w:r>
    </w:p>
    <w:p w:rsidR="00D72D86" w:rsidRDefault="00D72D86" w:rsidP="00F87F73">
      <w:pPr>
        <w:pStyle w:val="Langtext"/>
      </w:pPr>
      <w:r>
        <w:t>Die Lochdurchmesser der Gleitpunkte sind gemäß der zu erwartenden Plattenausdehnung zu bemessen.</w:t>
      </w:r>
    </w:p>
    <w:p w:rsidR="00D72D86" w:rsidRDefault="00D72D86" w:rsidP="00F87F73">
      <w:pPr>
        <w:pStyle w:val="Langtext"/>
      </w:pPr>
      <w:r>
        <w:t>Bei den HPL Fassadenplatten ist ein Zuschnitt für Maß- und Winkelgenauigkeit auszuführen! (z.B.: 2800 x 1300 mm = 2790 x 1290 mm)</w:t>
      </w:r>
    </w:p>
    <w:p w:rsidR="00D72D86" w:rsidRDefault="00D72D86" w:rsidP="00F87F73">
      <w:pPr>
        <w:pStyle w:val="Langtext"/>
      </w:pPr>
    </w:p>
    <w:p w:rsidR="00D72D86" w:rsidRDefault="00D72D86" w:rsidP="00F87F73">
      <w:pPr>
        <w:pStyle w:val="Langtext"/>
      </w:pPr>
      <w:r>
        <w:t>Fugenausbildung:</w:t>
      </w:r>
    </w:p>
    <w:p w:rsidR="00D72D86" w:rsidRDefault="00D72D86" w:rsidP="00F87F73">
      <w:pPr>
        <w:pStyle w:val="Langtext"/>
      </w:pPr>
      <w:r>
        <w:t>Die Fugenausbildung erfolgt technisch zwängungsfrei nach den Angaben des HPL Plattenherstellers.</w:t>
      </w:r>
    </w:p>
    <w:p w:rsidR="00D72D86" w:rsidRDefault="00D72D86" w:rsidP="00F87F73">
      <w:pPr>
        <w:pStyle w:val="Kommentar"/>
      </w:pPr>
    </w:p>
    <w:p w:rsidR="00D72D86" w:rsidRDefault="00D72D86" w:rsidP="00F87F73">
      <w:pPr>
        <w:pStyle w:val="Kommentar"/>
      </w:pPr>
      <w:r>
        <w:t>Kommentar:</w:t>
      </w:r>
    </w:p>
    <w:p w:rsidR="00D72D86" w:rsidRDefault="00D72D86" w:rsidP="00F87F73">
      <w:pPr>
        <w:pStyle w:val="Kommentar"/>
      </w:pPr>
      <w:r>
        <w:t>Produktspezifische Ausschreibungstexte (Produktbeschreibungen) sind für Ausschreibungen gemäß Bundesvergabegesetz (BVergG) nicht geeignet.</w:t>
      </w:r>
    </w:p>
    <w:p w:rsidR="00D72D86" w:rsidRDefault="00D72D86" w:rsidP="00F87F73">
      <w:pPr>
        <w:pStyle w:val="Kommentar"/>
      </w:pPr>
      <w:r>
        <w:t>Sie dienen als Vorlage für frei formulierte Positionen und müssen inhaltlich so abgeändert werden, dass den Anforderungen des BVergG entsprochen wird (z.B. Kriterien der Gleichwertigkeit ergänzen).</w:t>
      </w:r>
    </w:p>
    <w:p w:rsidR="00D72D86" w:rsidRDefault="00D72D86" w:rsidP="00F87F73">
      <w:pPr>
        <w:pStyle w:val="TrennungPOS"/>
      </w:pPr>
    </w:p>
    <w:p w:rsidR="00D72D86" w:rsidRDefault="002B3775" w:rsidP="00F87F73">
      <w:pPr>
        <w:pStyle w:val="GrundtextPosNr"/>
        <w:keepNext/>
        <w:keepLines/>
      </w:pPr>
      <w:r>
        <w:t>FR</w:t>
      </w:r>
      <w:r w:rsidR="00D72D86">
        <w:t>.FE 01</w:t>
      </w:r>
    </w:p>
    <w:p w:rsidR="00D72D86" w:rsidRDefault="00D72D86" w:rsidP="00F87F73">
      <w:pPr>
        <w:pStyle w:val="Folgeposition"/>
      </w:pPr>
      <w:r>
        <w:t xml:space="preserve"> </w:t>
      </w:r>
      <w:r>
        <w:rPr>
          <w:sz w:val="12"/>
        </w:rPr>
        <w:t>+</w:t>
      </w:r>
      <w:r w:rsidR="00A05B53">
        <w:tab/>
        <w:t>HPL Platten Dekorgr.Uni</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UNI</w:t>
      </w:r>
    </w:p>
    <w:p w:rsidR="00D72D86" w:rsidRDefault="00D72D86" w:rsidP="00F87F73">
      <w:pPr>
        <w:pStyle w:val="Langtext"/>
      </w:pPr>
      <w:r>
        <w:t>Dekornummer (gemäß aktueller Kollektion): _ _ _</w:t>
      </w:r>
    </w:p>
    <w:p w:rsidR="00D72D86" w:rsidRDefault="00D72D86" w:rsidP="00F87F73">
      <w:pPr>
        <w:pStyle w:val="Langtext"/>
      </w:pPr>
      <w:r>
        <w:t>Rückseite: Beidseitig das gleiche Dekor, alternative Rückseite Dekor 0890 Balkonweiss</w:t>
      </w:r>
    </w:p>
    <w:p w:rsidR="00D72D86" w:rsidRDefault="00D72D86" w:rsidP="00F87F73">
      <w:pPr>
        <w:pStyle w:val="Langtext"/>
      </w:pPr>
    </w:p>
    <w:p w:rsidR="00D72D86" w:rsidRDefault="00D72D86" w:rsidP="00F87F73">
      <w:pPr>
        <w:pStyle w:val="Langtext"/>
      </w:pPr>
      <w:r>
        <w:t>• Oberfläche (NT/NT, NG/NG): _ _ _</w:t>
      </w:r>
    </w:p>
    <w:p w:rsidR="00D72D86" w:rsidRDefault="00D72D86" w:rsidP="00F87F73">
      <w:pPr>
        <w:pStyle w:val="Langtext"/>
      </w:pPr>
      <w:r>
        <w:t>• Plattendicke (6 mm [NT/NT], 8 mm [NT/NT, NG/NG], 10 mm [NT/NT, NG/NG], 13 mm [NT/NT]): _ _ _mm</w:t>
      </w:r>
    </w:p>
    <w:p w:rsidR="00D72D86" w:rsidRDefault="00D72D86" w:rsidP="00F87F73">
      <w:pPr>
        <w:pStyle w:val="Langtext"/>
      </w:pPr>
      <w:r>
        <w:t>Plattenformat: _ _ _</w:t>
      </w:r>
    </w:p>
    <w:p w:rsidR="00D72D86" w:rsidRDefault="00D72D86" w:rsidP="00F87F73">
      <w:pPr>
        <w:pStyle w:val="Langtext"/>
      </w:pPr>
    </w:p>
    <w:p w:rsidR="00D72D86" w:rsidRDefault="00D72D86" w:rsidP="00F87F73">
      <w:pPr>
        <w:pStyle w:val="Langtext"/>
      </w:pPr>
      <w:r>
        <w:t>• 2800 x 1300 mm = 3,64 m2; NT/NT</w:t>
      </w:r>
    </w:p>
    <w:p w:rsidR="00D72D86" w:rsidRDefault="00D72D86" w:rsidP="00F87F73">
      <w:pPr>
        <w:pStyle w:val="Langtext"/>
      </w:pPr>
      <w:r>
        <w:t>• 2800 x 1854 mm = 5,19 m2; NT/NT</w:t>
      </w:r>
    </w:p>
    <w:p w:rsidR="00D72D86" w:rsidRDefault="00D72D86" w:rsidP="00F87F73">
      <w:pPr>
        <w:pStyle w:val="Langtext"/>
      </w:pPr>
      <w:r>
        <w:t>• 4100 x 1300 mm = 5,33 m2; NT/NT, NG/NG</w:t>
      </w:r>
    </w:p>
    <w:p w:rsidR="00D72D86" w:rsidRDefault="00D72D86" w:rsidP="00F87F73">
      <w:pPr>
        <w:pStyle w:val="Langtext"/>
      </w:pPr>
      <w:r>
        <w:t>• 4100 x 1854 mm = 7,60 m2; NT/NT</w:t>
      </w:r>
    </w:p>
    <w:p w:rsidR="00D72D86" w:rsidRDefault="00D72D86" w:rsidP="00F87F73">
      <w:pPr>
        <w:pStyle w:val="Langtext"/>
      </w:pPr>
      <w:r>
        <w:t>Besäumschnitte sind auszuführen! (z.B.: 2800 x 1300 mm = 2970 x 1290 mm)</w:t>
      </w:r>
    </w:p>
    <w:p w:rsidR="00D72D86" w:rsidRDefault="00D72D86" w:rsidP="00F87F73">
      <w:pPr>
        <w:pStyle w:val="Langtext"/>
      </w:pPr>
      <w:r>
        <w:t>z.B.Max Compact Exterior F-Qualität von Fundermax oder Gleichwertiges.</w:t>
      </w:r>
    </w:p>
    <w:p w:rsidR="00D72D86" w:rsidRDefault="00D72D86" w:rsidP="00F87F73">
      <w:pPr>
        <w:pStyle w:val="Langtext"/>
      </w:pPr>
      <w:r>
        <w:t>Angebotenes Erzeugnis: (....)</w:t>
      </w:r>
    </w:p>
    <w:p w:rsidR="00D72D86" w:rsidRDefault="00D72D86" w:rsidP="00F87F73">
      <w:pPr>
        <w:pStyle w:val="TrennungPOS"/>
      </w:pPr>
    </w:p>
    <w:p w:rsidR="00D72D86" w:rsidRDefault="00A05B53" w:rsidP="00F87F73">
      <w:pPr>
        <w:pStyle w:val="GrundtextPosNr"/>
        <w:keepNext/>
        <w:keepLines/>
      </w:pPr>
      <w:r>
        <w:t>F</w:t>
      </w:r>
      <w:r w:rsidR="002B3775">
        <w:t>R</w:t>
      </w:r>
      <w:r w:rsidR="00D72D86">
        <w:t>.FE 02</w:t>
      </w:r>
    </w:p>
    <w:p w:rsidR="00D72D86" w:rsidRDefault="00D72D86" w:rsidP="00A05B53">
      <w:pPr>
        <w:pStyle w:val="Folgeposition"/>
      </w:pPr>
      <w:r>
        <w:t xml:space="preserve"> </w:t>
      </w:r>
      <w:r>
        <w:rPr>
          <w:sz w:val="12"/>
        </w:rPr>
        <w:t>+</w:t>
      </w:r>
      <w:r w:rsidR="00A05B53">
        <w:tab/>
        <w:t xml:space="preserve">HPL Platten </w:t>
      </w:r>
      <w:r>
        <w:t>Dekorgr.Neon</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Neon</w:t>
      </w:r>
    </w:p>
    <w:p w:rsidR="00D72D86" w:rsidRDefault="00D72D86" w:rsidP="00F87F73">
      <w:pPr>
        <w:pStyle w:val="Langtext"/>
      </w:pPr>
      <w:r>
        <w:t>Dekornummer (gemäß aktueller Kollektion): _ _ _</w:t>
      </w:r>
    </w:p>
    <w:p w:rsidR="00D72D86" w:rsidRDefault="00D72D86" w:rsidP="00F87F73">
      <w:pPr>
        <w:pStyle w:val="Langtext"/>
      </w:pPr>
      <w:r>
        <w:t>Rückseite: Dekor 0077 Charcoal</w:t>
      </w:r>
    </w:p>
    <w:p w:rsidR="00D72D86" w:rsidRDefault="00D72D86" w:rsidP="00F87F73">
      <w:pPr>
        <w:pStyle w:val="Langtext"/>
      </w:pPr>
    </w:p>
    <w:p w:rsidR="00D72D86" w:rsidRDefault="00D72D86" w:rsidP="00F87F73">
      <w:pPr>
        <w:pStyle w:val="Langtext"/>
      </w:pPr>
      <w:r>
        <w:t>• Oberfläche NT/NT</w:t>
      </w:r>
    </w:p>
    <w:p w:rsidR="00D72D86" w:rsidRDefault="00D72D86" w:rsidP="00F87F73">
      <w:pPr>
        <w:pStyle w:val="Langtext"/>
      </w:pPr>
      <w:r>
        <w:t>• Plattendicke (6 mm (NT/NT), 8 mm (NT/NT), 10 mm (NT/NT)):  _ _ _ mm</w:t>
      </w:r>
    </w:p>
    <w:p w:rsidR="00D72D86" w:rsidRDefault="00D72D86" w:rsidP="00F87F73">
      <w:pPr>
        <w:pStyle w:val="Langtext"/>
      </w:pPr>
      <w:r>
        <w:t>Plattenformat:</w:t>
      </w:r>
    </w:p>
    <w:p w:rsidR="00D72D86" w:rsidRDefault="00D72D86" w:rsidP="00F87F73">
      <w:pPr>
        <w:pStyle w:val="Langtext"/>
      </w:pPr>
    </w:p>
    <w:p w:rsidR="00D72D86" w:rsidRDefault="00D72D86" w:rsidP="00F87F73">
      <w:pPr>
        <w:pStyle w:val="Langtext"/>
      </w:pPr>
      <w:r>
        <w:t>• 2800 x 1300 mm = 3,64 m2; NT/NT</w:t>
      </w:r>
    </w:p>
    <w:p w:rsidR="00D72D86" w:rsidRDefault="00D72D86" w:rsidP="00F87F73">
      <w:pPr>
        <w:pStyle w:val="Langtext"/>
      </w:pPr>
      <w:r>
        <w:t>Besäumschnitte sind auszuführen! (z.B.: 2800 x 1300 mm = 2970 x 1290 mm)</w:t>
      </w:r>
    </w:p>
    <w:p w:rsidR="00D72D86" w:rsidRDefault="00D72D86" w:rsidP="00F87F73">
      <w:pPr>
        <w:pStyle w:val="Langtext"/>
      </w:pPr>
      <w:r>
        <w:t>z.B.Max Compact Exterior F-Qualität von Fundermax oder Gleichwertiges.</w:t>
      </w:r>
    </w:p>
    <w:p w:rsidR="00D72D86" w:rsidRDefault="00D72D86" w:rsidP="00F87F73">
      <w:pPr>
        <w:pStyle w:val="Langtext"/>
      </w:pPr>
      <w:r>
        <w:t>Angebotenes Erzeugnis: (....)</w:t>
      </w:r>
    </w:p>
    <w:p w:rsidR="00D72D86" w:rsidRDefault="00D72D86" w:rsidP="00F87F73">
      <w:pPr>
        <w:pStyle w:val="TrennungPOS"/>
      </w:pPr>
    </w:p>
    <w:p w:rsidR="00D72D86" w:rsidRDefault="002B3775" w:rsidP="00F87F73">
      <w:pPr>
        <w:pStyle w:val="GrundtextPosNr"/>
        <w:keepNext/>
        <w:keepLines/>
      </w:pPr>
      <w:r>
        <w:t>FR</w:t>
      </w:r>
      <w:r w:rsidR="00D72D86">
        <w:t>.FE 03</w:t>
      </w:r>
    </w:p>
    <w:p w:rsidR="00D72D86" w:rsidRDefault="00D72D86" w:rsidP="00F87F73">
      <w:pPr>
        <w:pStyle w:val="Folgeposition"/>
      </w:pPr>
      <w:r>
        <w:t xml:space="preserve"> </w:t>
      </w:r>
      <w:r>
        <w:rPr>
          <w:sz w:val="12"/>
        </w:rPr>
        <w:t>+</w:t>
      </w:r>
      <w:r w:rsidR="00A05B53">
        <w:tab/>
        <w:t xml:space="preserve">HPL Platten </w:t>
      </w:r>
      <w:r>
        <w:t>Dekorgr.Nature</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Nature</w:t>
      </w:r>
    </w:p>
    <w:p w:rsidR="00D72D86" w:rsidRDefault="00D72D86" w:rsidP="00F87F73">
      <w:pPr>
        <w:pStyle w:val="Langtext"/>
      </w:pPr>
      <w:r>
        <w:t>Dekornummer (gemäß aktueller Kollektion): _ _ _</w:t>
      </w:r>
    </w:p>
    <w:p w:rsidR="00D72D86" w:rsidRDefault="00D72D86" w:rsidP="00F87F73">
      <w:pPr>
        <w:pStyle w:val="Langtext"/>
      </w:pPr>
      <w:r>
        <w:lastRenderedPageBreak/>
        <w:t>Rückseite: Beidseitig das gleiche Dekor, alternative Rückseite Dekor 0890 Balkonweiss</w:t>
      </w:r>
    </w:p>
    <w:p w:rsidR="00D72D86" w:rsidRDefault="00D72D86" w:rsidP="00F87F73">
      <w:pPr>
        <w:pStyle w:val="Langtext"/>
      </w:pPr>
    </w:p>
    <w:p w:rsidR="00D72D86" w:rsidRDefault="00D72D86" w:rsidP="00F87F73">
      <w:pPr>
        <w:pStyle w:val="Langtext"/>
      </w:pPr>
      <w:r>
        <w:t>• Oberfläche (NT/NT, NG/NG): _ _ _</w:t>
      </w:r>
    </w:p>
    <w:p w:rsidR="00D72D86" w:rsidRDefault="00D72D86" w:rsidP="00F87F73">
      <w:pPr>
        <w:pStyle w:val="Langtext"/>
      </w:pPr>
      <w:r>
        <w:t>• Plattendicke (6 mm [NT/NT], 8 mm [NT/NT, NG/NG], 10 mm [NT/NT, NG/NG], 13 mm [NT/NT]): _ _ _mm</w:t>
      </w:r>
    </w:p>
    <w:p w:rsidR="00D72D86" w:rsidRDefault="00D72D86" w:rsidP="00F87F73">
      <w:pPr>
        <w:pStyle w:val="Langtext"/>
      </w:pPr>
      <w:r>
        <w:t>Plattenformat: _ _ _</w:t>
      </w:r>
    </w:p>
    <w:p w:rsidR="00D72D86" w:rsidRDefault="00D72D86" w:rsidP="00F87F73">
      <w:pPr>
        <w:pStyle w:val="Langtext"/>
      </w:pPr>
    </w:p>
    <w:p w:rsidR="00D72D86" w:rsidRDefault="00D72D86" w:rsidP="00F87F73">
      <w:pPr>
        <w:pStyle w:val="Langtext"/>
      </w:pPr>
      <w:r>
        <w:t>• 2800 x 1300 mm = 3,64 m2; NT/NT</w:t>
      </w:r>
    </w:p>
    <w:p w:rsidR="00D72D86" w:rsidRDefault="00D72D86" w:rsidP="00F87F73">
      <w:pPr>
        <w:pStyle w:val="Langtext"/>
      </w:pPr>
      <w:r>
        <w:t>• 2800 x 1854 mm = 5,19 m2; NT/NT</w:t>
      </w:r>
    </w:p>
    <w:p w:rsidR="00D72D86" w:rsidRDefault="00D72D86" w:rsidP="00F87F73">
      <w:pPr>
        <w:pStyle w:val="Langtext"/>
      </w:pPr>
      <w:r>
        <w:t>• 4100 x 1300 mm = 5,33 m2; NT/NT, NG/NG</w:t>
      </w:r>
    </w:p>
    <w:p w:rsidR="00D72D86" w:rsidRDefault="00D72D86" w:rsidP="00F87F73">
      <w:pPr>
        <w:pStyle w:val="Langtext"/>
      </w:pPr>
      <w:r>
        <w:t>• 4100 x 1854 mm = 7,60 m2; NT/NT</w:t>
      </w:r>
    </w:p>
    <w:p w:rsidR="00D72D86" w:rsidRDefault="00D72D86" w:rsidP="00F87F73">
      <w:pPr>
        <w:pStyle w:val="Langtext"/>
      </w:pPr>
      <w:r>
        <w:t>Besäumschnitte sind auszuführen! (z.B.: 4100 x 1854 mm = 4090 x 1844 mm)</w:t>
      </w:r>
    </w:p>
    <w:p w:rsidR="00D72D86" w:rsidRDefault="00D72D86" w:rsidP="00F87F73">
      <w:pPr>
        <w:pStyle w:val="Langtext"/>
      </w:pPr>
      <w:r>
        <w:t>z.B.Max Compact Exterior F-Qualität von Fundermax oder Gleichwertiges.</w:t>
      </w:r>
    </w:p>
    <w:p w:rsidR="00D72D86" w:rsidRDefault="00D72D86" w:rsidP="00F87F73">
      <w:pPr>
        <w:pStyle w:val="Langtext"/>
      </w:pPr>
      <w:r>
        <w:t>Angebotenes Erzeugnis: (....)</w:t>
      </w:r>
    </w:p>
    <w:p w:rsidR="00D72D86" w:rsidRDefault="00D72D86" w:rsidP="00F87F73">
      <w:pPr>
        <w:pStyle w:val="TrennungPOS"/>
      </w:pPr>
    </w:p>
    <w:p w:rsidR="00D72D86" w:rsidRDefault="002B3775" w:rsidP="00F87F73">
      <w:pPr>
        <w:pStyle w:val="GrundtextPosNr"/>
        <w:keepNext/>
        <w:keepLines/>
      </w:pPr>
      <w:r>
        <w:t>FR</w:t>
      </w:r>
      <w:r w:rsidR="00D72D86">
        <w:t>.FE 04</w:t>
      </w:r>
    </w:p>
    <w:p w:rsidR="00D72D86" w:rsidRDefault="00D72D86" w:rsidP="00F87F73">
      <w:pPr>
        <w:pStyle w:val="Folgeposition"/>
      </w:pPr>
      <w:r>
        <w:t xml:space="preserve"> </w:t>
      </w:r>
      <w:r>
        <w:rPr>
          <w:sz w:val="12"/>
        </w:rPr>
        <w:t>+</w:t>
      </w:r>
      <w:r w:rsidR="00A05B53">
        <w:tab/>
        <w:t xml:space="preserve">HPL Platten </w:t>
      </w:r>
      <w:r>
        <w:t>Dekorgr.Metallic</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Metallic</w:t>
      </w:r>
    </w:p>
    <w:p w:rsidR="00D72D86" w:rsidRDefault="00D72D86" w:rsidP="00F87F73">
      <w:pPr>
        <w:pStyle w:val="Langtext"/>
      </w:pPr>
      <w:r>
        <w:t>Dekornummer (gemäß aktueller Kollektion): _ _ _</w:t>
      </w:r>
    </w:p>
    <w:p w:rsidR="00D72D86" w:rsidRDefault="00D72D86" w:rsidP="00F87F73">
      <w:pPr>
        <w:pStyle w:val="Langtext"/>
      </w:pPr>
      <w:r>
        <w:t>Rückseite: Beidseitig das gleiche Dekor, alternative Rückseite Dekor 0890 Balkonweiss</w:t>
      </w:r>
    </w:p>
    <w:p w:rsidR="00D72D86" w:rsidRDefault="00D72D86" w:rsidP="00F87F73">
      <w:pPr>
        <w:pStyle w:val="Langtext"/>
      </w:pPr>
    </w:p>
    <w:p w:rsidR="00D72D86" w:rsidRDefault="00D72D86" w:rsidP="00F87F73">
      <w:pPr>
        <w:pStyle w:val="Langtext"/>
      </w:pPr>
      <w:r>
        <w:t>• Oberfläche (NT/NT, NG/NG): _ _ _</w:t>
      </w:r>
    </w:p>
    <w:p w:rsidR="00D72D86" w:rsidRDefault="00D72D86" w:rsidP="00F87F73">
      <w:pPr>
        <w:pStyle w:val="Langtext"/>
      </w:pPr>
      <w:r>
        <w:t>• Plattendicke (6 mm [NT/NT], 8 mm [NT/NT, NG/NG], 10 mm [NT/NT, NG/NG], 13 mm [NT/NT]): _ _ _mm</w:t>
      </w:r>
    </w:p>
    <w:p w:rsidR="00D72D86" w:rsidRDefault="00D72D86" w:rsidP="00F87F73">
      <w:pPr>
        <w:pStyle w:val="Langtext"/>
      </w:pPr>
      <w:r>
        <w:t>Plattenformat: _ _ _</w:t>
      </w:r>
    </w:p>
    <w:p w:rsidR="00D72D86" w:rsidRDefault="00D72D86" w:rsidP="00F87F73">
      <w:pPr>
        <w:pStyle w:val="Langtext"/>
      </w:pPr>
    </w:p>
    <w:p w:rsidR="00D72D86" w:rsidRDefault="00D72D86" w:rsidP="00D87ED7">
      <w:pPr>
        <w:pStyle w:val="Langtext"/>
      </w:pPr>
      <w:r>
        <w:t>• 2800 x 1300 mm = 3,64 m2; NT/NT</w:t>
      </w:r>
    </w:p>
    <w:p w:rsidR="00D72D86" w:rsidRDefault="00D72D86" w:rsidP="00D87ED7">
      <w:pPr>
        <w:pStyle w:val="Langtext"/>
      </w:pPr>
      <w:r>
        <w:t>• 4100 x 1300 mm = 5,33 m2; NT/NT, NG/NG; NY/NT</w:t>
      </w:r>
    </w:p>
    <w:p w:rsidR="00D72D86" w:rsidRDefault="00D72D86" w:rsidP="00D87ED7">
      <w:pPr>
        <w:pStyle w:val="Langtext"/>
      </w:pPr>
      <w:r>
        <w:t>Besäumschnitte sind auszuführen! (z.B.: 4100 x 1854 mm = 4090 x 1844 mm)</w:t>
      </w:r>
    </w:p>
    <w:p w:rsidR="00D72D86" w:rsidRDefault="00D72D86" w:rsidP="00D87ED7">
      <w:pPr>
        <w:pStyle w:val="Langtext"/>
      </w:pPr>
      <w:r>
        <w:t>z.B.Max Compact Exterior F-Qualität von Fundermax oder Gleichwertiges.</w:t>
      </w:r>
    </w:p>
    <w:p w:rsidR="00D72D86" w:rsidRDefault="00D72D86" w:rsidP="00D87ED7">
      <w:pPr>
        <w:pStyle w:val="Langtext"/>
      </w:pPr>
      <w:r>
        <w:t>Angebotenes Erzeugnis: (....)</w:t>
      </w:r>
    </w:p>
    <w:p w:rsidR="00D72D86" w:rsidRDefault="00D72D86" w:rsidP="00D87ED7">
      <w:pPr>
        <w:pStyle w:val="TrennungPOS"/>
      </w:pPr>
    </w:p>
    <w:p w:rsidR="00D72D86" w:rsidRDefault="002B3775" w:rsidP="00D87ED7">
      <w:pPr>
        <w:pStyle w:val="GrundtextPosNr"/>
        <w:keepNext/>
        <w:keepLines/>
      </w:pPr>
      <w:r>
        <w:t>FR</w:t>
      </w:r>
      <w:r w:rsidR="00D72D86">
        <w:t>.FE 05</w:t>
      </w:r>
    </w:p>
    <w:p w:rsidR="00D72D86" w:rsidRDefault="00D72D86" w:rsidP="00D87ED7">
      <w:pPr>
        <w:pStyle w:val="Folgeposition"/>
      </w:pPr>
      <w:r>
        <w:t xml:space="preserve"> </w:t>
      </w:r>
      <w:r>
        <w:rPr>
          <w:sz w:val="12"/>
        </w:rPr>
        <w:t>+</w:t>
      </w:r>
      <w:r w:rsidR="00A05B53">
        <w:tab/>
        <w:t xml:space="preserve">HPL Platten </w:t>
      </w:r>
      <w:r>
        <w:t>Dekorgr.Material</w:t>
      </w:r>
      <w:r>
        <w:tab/>
        <w:t xml:space="preserve">m2 </w:t>
      </w:r>
    </w:p>
    <w:p w:rsidR="00D72D86" w:rsidRDefault="00D72D86" w:rsidP="00D87ED7">
      <w:pPr>
        <w:pStyle w:val="Langtext"/>
      </w:pPr>
      <w:r>
        <w:t>HP</w:t>
      </w:r>
      <w:r w:rsidR="00A05B53">
        <w:t>L Platten</w:t>
      </w:r>
      <w:r>
        <w:t>.</w:t>
      </w:r>
    </w:p>
    <w:p w:rsidR="00D72D86" w:rsidRDefault="00D72D86" w:rsidP="00D87ED7">
      <w:pPr>
        <w:pStyle w:val="Langtext"/>
      </w:pPr>
      <w:r>
        <w:t>Abgerechnet wird die gesamte abgewickelte Bekleidungsfläche.</w:t>
      </w:r>
    </w:p>
    <w:p w:rsidR="00D72D86" w:rsidRDefault="00D72D86" w:rsidP="00D87ED7">
      <w:pPr>
        <w:pStyle w:val="Langtext"/>
      </w:pPr>
      <w:r>
        <w:t>Dekorgruppe Material</w:t>
      </w:r>
    </w:p>
    <w:p w:rsidR="00D72D86" w:rsidRDefault="00D72D86" w:rsidP="00D87ED7">
      <w:pPr>
        <w:pStyle w:val="Langtext"/>
      </w:pPr>
      <w:r>
        <w:t>Dekornummer (gemäß aktueller Kollektion): _ _ _</w:t>
      </w:r>
    </w:p>
    <w:p w:rsidR="00D72D86" w:rsidRDefault="00D72D86" w:rsidP="00D87ED7">
      <w:pPr>
        <w:pStyle w:val="Langtext"/>
      </w:pPr>
      <w:r>
        <w:t>Rückseite: Beidseitig das gleiche Dekor, alternative Rückseite Dekor 0890 Balkonweiss</w:t>
      </w:r>
    </w:p>
    <w:p w:rsidR="00D72D86" w:rsidRDefault="00D72D86" w:rsidP="00D87ED7">
      <w:pPr>
        <w:pStyle w:val="Langtext"/>
      </w:pPr>
    </w:p>
    <w:p w:rsidR="00D72D86" w:rsidRDefault="00D72D86" w:rsidP="00D87ED7">
      <w:pPr>
        <w:pStyle w:val="Langtext"/>
      </w:pPr>
      <w:r>
        <w:t>• Oberfläche (NT/NT, NG/NG, NY/NT*):  _ _ _ (* Achtung eingeschränkte Dekorauswahl)</w:t>
      </w:r>
    </w:p>
    <w:p w:rsidR="00D72D86" w:rsidRDefault="00D72D86" w:rsidP="00D87ED7">
      <w:pPr>
        <w:pStyle w:val="Langtext"/>
      </w:pPr>
      <w:r>
        <w:t>• Plattendicke (6 mm [NT/NT, NY/NT], 8 mm [NT/NT, NY/NT, NG/NG], 10 mm [NT/NT, NG/NG], 13 mm [NT/NT]):  _ _ _ mm</w:t>
      </w:r>
    </w:p>
    <w:p w:rsidR="00D72D86" w:rsidRDefault="00D72D86" w:rsidP="00D87ED7">
      <w:pPr>
        <w:pStyle w:val="Langtext"/>
      </w:pPr>
      <w:r>
        <w:t>Plattenformat: _ _ _</w:t>
      </w:r>
    </w:p>
    <w:p w:rsidR="00D72D86" w:rsidRDefault="00D72D86" w:rsidP="00D87ED7">
      <w:pPr>
        <w:pStyle w:val="Langtext"/>
      </w:pPr>
    </w:p>
    <w:p w:rsidR="00D72D86" w:rsidRDefault="00D72D86" w:rsidP="00D87ED7">
      <w:pPr>
        <w:pStyle w:val="Langtext"/>
      </w:pPr>
      <w:r>
        <w:t>• 2800 x 1300 mm = 3,64 m2; NT/NT</w:t>
      </w:r>
    </w:p>
    <w:p w:rsidR="00D72D86" w:rsidRDefault="00D72D86" w:rsidP="00D87ED7">
      <w:pPr>
        <w:pStyle w:val="Langtext"/>
      </w:pPr>
      <w:r>
        <w:t>• 2800 x 1854 mm = 5,19 m2; NT/NT</w:t>
      </w:r>
    </w:p>
    <w:p w:rsidR="00D72D86" w:rsidRDefault="00D72D86" w:rsidP="00D87ED7">
      <w:pPr>
        <w:pStyle w:val="Langtext"/>
      </w:pPr>
      <w:r>
        <w:t>• 4100 x 1300 mm = 5,33 m2; NT/NT, NG/NG; NY/NT</w:t>
      </w:r>
    </w:p>
    <w:p w:rsidR="00D72D86" w:rsidRDefault="00D72D86" w:rsidP="00D87ED7">
      <w:pPr>
        <w:pStyle w:val="Langtext"/>
      </w:pPr>
      <w:r>
        <w:t>• 4100 x 1854 mm = 7,60 m2; NT/NT</w:t>
      </w:r>
    </w:p>
    <w:p w:rsidR="00D72D86" w:rsidRDefault="00D72D86" w:rsidP="00D87ED7">
      <w:pPr>
        <w:pStyle w:val="Langtext"/>
      </w:pPr>
      <w:r>
        <w:t>Besäumschnitte sind auszuführen! (z.B.: 4100 x 1854 mm = 4090 x 1844 mm)</w:t>
      </w:r>
    </w:p>
    <w:p w:rsidR="00D72D86" w:rsidRDefault="00D72D86" w:rsidP="00D87ED7">
      <w:pPr>
        <w:pStyle w:val="Langtext"/>
      </w:pPr>
      <w:r>
        <w:t>z.B.Max Compact Exterior F-Qualität von Fundermax oder Gleichwertiges.</w:t>
      </w:r>
    </w:p>
    <w:p w:rsidR="00D72D86" w:rsidRDefault="00D72D86" w:rsidP="00D87ED7">
      <w:pPr>
        <w:pStyle w:val="Langtext"/>
      </w:pPr>
      <w:r>
        <w:t>Angebotenes Erzeugnis: (....)</w:t>
      </w:r>
    </w:p>
    <w:p w:rsidR="00D72D86" w:rsidRDefault="00D72D86" w:rsidP="00D87ED7">
      <w:pPr>
        <w:pStyle w:val="TrennungPOS"/>
      </w:pPr>
    </w:p>
    <w:p w:rsidR="00D72D86" w:rsidRPr="00D53B59" w:rsidRDefault="002B3775" w:rsidP="00D87ED7">
      <w:pPr>
        <w:pStyle w:val="GrundtextPosNr"/>
        <w:keepNext/>
        <w:keepLines/>
        <w:rPr>
          <w:lang w:val="de-AT"/>
        </w:rPr>
      </w:pPr>
      <w:r>
        <w:rPr>
          <w:lang w:val="de-AT"/>
        </w:rPr>
        <w:t>FR</w:t>
      </w:r>
      <w:r w:rsidR="00D72D86" w:rsidRPr="00D53B59">
        <w:rPr>
          <w:lang w:val="de-AT"/>
        </w:rPr>
        <w:t>.FE 06</w:t>
      </w:r>
    </w:p>
    <w:p w:rsidR="00D72D86" w:rsidRPr="00D53B59" w:rsidRDefault="00D72D86" w:rsidP="00D87ED7">
      <w:pPr>
        <w:pStyle w:val="Folgeposition"/>
        <w:rPr>
          <w:lang w:val="de-AT"/>
        </w:rPr>
      </w:pPr>
      <w:r w:rsidRPr="00D53B59">
        <w:rPr>
          <w:lang w:val="de-AT"/>
        </w:rPr>
        <w:t xml:space="preserve"> </w:t>
      </w:r>
      <w:r w:rsidRPr="00D53B59">
        <w:rPr>
          <w:sz w:val="12"/>
          <w:lang w:val="de-AT"/>
        </w:rPr>
        <w:t>+</w:t>
      </w:r>
      <w:r w:rsidR="00A05B53" w:rsidRPr="00D53B59">
        <w:rPr>
          <w:lang w:val="de-AT"/>
        </w:rPr>
        <w:tab/>
        <w:t xml:space="preserve">HPL Platten </w:t>
      </w:r>
      <w:r w:rsidRPr="00D53B59">
        <w:rPr>
          <w:lang w:val="de-AT"/>
        </w:rPr>
        <w:t>Dekorgr.Individual</w:t>
      </w:r>
      <w:r w:rsidRPr="00D53B59">
        <w:rPr>
          <w:lang w:val="de-AT"/>
        </w:rPr>
        <w:tab/>
        <w:t xml:space="preserve">m2 </w:t>
      </w:r>
    </w:p>
    <w:p w:rsidR="00D72D86" w:rsidRDefault="00A05B53" w:rsidP="00D87ED7">
      <w:pPr>
        <w:pStyle w:val="Langtext"/>
      </w:pPr>
      <w:r>
        <w:t>HPL Platten</w:t>
      </w:r>
      <w:r w:rsidR="00D72D86">
        <w:t>.</w:t>
      </w:r>
    </w:p>
    <w:p w:rsidR="00D72D86" w:rsidRDefault="00D72D86" w:rsidP="00D87ED7">
      <w:pPr>
        <w:pStyle w:val="Langtext"/>
      </w:pPr>
      <w:r>
        <w:t>Abgerechnet wird die gesamte abgewickelte Bekleidungsfläche.</w:t>
      </w:r>
    </w:p>
    <w:p w:rsidR="00D72D86" w:rsidRDefault="00D72D86" w:rsidP="00D87ED7">
      <w:pPr>
        <w:pStyle w:val="Langtext"/>
      </w:pPr>
      <w:r>
        <w:t>Dekorgruppe Individual</w:t>
      </w:r>
    </w:p>
    <w:p w:rsidR="00D72D86" w:rsidRDefault="00D72D86" w:rsidP="00D87ED7">
      <w:pPr>
        <w:pStyle w:val="Langtext"/>
      </w:pPr>
      <w:r>
        <w:t>Dekornummer: _ _ _</w:t>
      </w:r>
    </w:p>
    <w:p w:rsidR="00D72D86" w:rsidRDefault="00D72D86" w:rsidP="00D87ED7">
      <w:pPr>
        <w:pStyle w:val="Langtext"/>
      </w:pPr>
      <w:r>
        <w:t>Rückseite: 0891 Individualweiß</w:t>
      </w:r>
    </w:p>
    <w:p w:rsidR="00D72D86" w:rsidRDefault="00D72D86" w:rsidP="00D87ED7">
      <w:pPr>
        <w:pStyle w:val="Langtext"/>
      </w:pPr>
    </w:p>
    <w:p w:rsidR="00D72D86" w:rsidRDefault="00D72D86" w:rsidP="00D87ED7">
      <w:pPr>
        <w:pStyle w:val="Langtext"/>
      </w:pPr>
      <w:r>
        <w:t>• Oberfläche NT/NT</w:t>
      </w:r>
    </w:p>
    <w:p w:rsidR="00D72D86" w:rsidRDefault="00D72D86" w:rsidP="00D87ED7">
      <w:pPr>
        <w:pStyle w:val="Langtext"/>
      </w:pPr>
      <w:r>
        <w:t>• Plattendicke (6 mm [NT/NT], 8 mm [NT/NT], 10 mm [NT/NT], 13 mm [NT/NT]):  _ _ _ mm</w:t>
      </w:r>
    </w:p>
    <w:p w:rsidR="00D72D86" w:rsidRDefault="00D72D86" w:rsidP="00D87ED7">
      <w:pPr>
        <w:pStyle w:val="Langtext"/>
      </w:pPr>
      <w:r>
        <w:lastRenderedPageBreak/>
        <w:t>Plattenformat: _ _ _</w:t>
      </w:r>
    </w:p>
    <w:p w:rsidR="00D72D86" w:rsidRDefault="00D72D86" w:rsidP="00D87ED7">
      <w:pPr>
        <w:pStyle w:val="Langtext"/>
      </w:pPr>
      <w:r>
        <w:t>• 2800 x 1300 mm = 3,64 m2; NT/NT</w:t>
      </w:r>
    </w:p>
    <w:p w:rsidR="00D72D86" w:rsidRDefault="00D72D86" w:rsidP="00D87ED7">
      <w:pPr>
        <w:pStyle w:val="Langtext"/>
      </w:pPr>
      <w:r>
        <w:t>• 4100 x 1300 mm = 5,33 m2; NT/NT, NG/NG,</w:t>
      </w:r>
    </w:p>
    <w:p w:rsidR="00D72D86" w:rsidRDefault="00D72D86" w:rsidP="00D87ED7">
      <w:pPr>
        <w:pStyle w:val="Langtext"/>
      </w:pPr>
      <w:r>
        <w:t>Bedruckbarer Bereich: _ _ _</w:t>
      </w:r>
    </w:p>
    <w:p w:rsidR="00D72D86" w:rsidRDefault="00D72D86" w:rsidP="00D87ED7">
      <w:pPr>
        <w:pStyle w:val="Langtext"/>
      </w:pPr>
      <w:r>
        <w:t>• 2760 x 1260 mm</w:t>
      </w:r>
    </w:p>
    <w:p w:rsidR="00D72D86" w:rsidRDefault="00D72D86" w:rsidP="00D87ED7">
      <w:pPr>
        <w:pStyle w:val="Langtext"/>
      </w:pPr>
      <w:r>
        <w:t>• 4060 x 1260 mm</w:t>
      </w:r>
    </w:p>
    <w:p w:rsidR="00D72D86" w:rsidRDefault="00D72D86" w:rsidP="00D87ED7">
      <w:pPr>
        <w:pStyle w:val="Langtext"/>
      </w:pPr>
      <w:r>
        <w:t>Photorealistische Druckauflösung mit 1200 x 600 dpi, in einem 6 Farbdruck, hohe Lichtbeständigkeit.</w:t>
      </w:r>
    </w:p>
    <w:p w:rsidR="00D72D86" w:rsidRDefault="00D72D86" w:rsidP="00D87ED7">
      <w:pPr>
        <w:pStyle w:val="Langtext"/>
      </w:pPr>
      <w:r>
        <w:t>z.B.Max Compact Exterior F-Qualität von Fundermax oder Gleichwertiges.</w:t>
      </w:r>
    </w:p>
    <w:p w:rsidR="00D72D86" w:rsidRDefault="00D72D86" w:rsidP="00D87ED7">
      <w:pPr>
        <w:pStyle w:val="Langtext"/>
      </w:pPr>
      <w:r>
        <w:t>Angebotenes Erzeugnis: (....)</w:t>
      </w:r>
    </w:p>
    <w:p w:rsidR="00D72D86" w:rsidRDefault="00D72D86" w:rsidP="00D87ED7">
      <w:pPr>
        <w:pStyle w:val="TrennungPOS"/>
      </w:pPr>
    </w:p>
    <w:p w:rsidR="00D72D86" w:rsidRDefault="002B3775" w:rsidP="00D87ED7">
      <w:pPr>
        <w:pStyle w:val="GrundtextPosNr"/>
        <w:keepNext/>
        <w:keepLines/>
      </w:pPr>
      <w:r>
        <w:t>FR</w:t>
      </w:r>
      <w:r w:rsidR="00D72D86">
        <w:t>.FE 07</w:t>
      </w:r>
    </w:p>
    <w:p w:rsidR="00D72D86" w:rsidRDefault="00D72D86" w:rsidP="00D87ED7">
      <w:pPr>
        <w:pStyle w:val="Folgeposition"/>
      </w:pPr>
      <w:r>
        <w:t xml:space="preserve"> </w:t>
      </w:r>
      <w:r>
        <w:rPr>
          <w:sz w:val="12"/>
        </w:rPr>
        <w:t>+</w:t>
      </w:r>
      <w:r w:rsidR="00A05B53">
        <w:tab/>
        <w:t xml:space="preserve">HPL Platten </w:t>
      </w:r>
      <w:r>
        <w:t>Dekorgr.Authentic</w:t>
      </w:r>
      <w:r>
        <w:tab/>
        <w:t xml:space="preserve">m2 </w:t>
      </w:r>
    </w:p>
    <w:p w:rsidR="00D72D86" w:rsidRDefault="00D72D86" w:rsidP="00D87ED7">
      <w:pPr>
        <w:pStyle w:val="Langtext"/>
      </w:pPr>
      <w:r>
        <w:t>HP</w:t>
      </w:r>
      <w:r w:rsidR="00A05B53">
        <w:t>L Platten</w:t>
      </w:r>
    </w:p>
    <w:p w:rsidR="00D72D86" w:rsidRDefault="00D72D86" w:rsidP="00D87ED7">
      <w:pPr>
        <w:pStyle w:val="Langtext"/>
      </w:pPr>
      <w:r>
        <w:t>Abgerechnet wird die gesamte abgewickelte Bekleidungsfläche.</w:t>
      </w:r>
    </w:p>
    <w:p w:rsidR="00D72D86" w:rsidRDefault="00D72D86" w:rsidP="00D87ED7">
      <w:pPr>
        <w:pStyle w:val="Langtext"/>
      </w:pPr>
      <w:r>
        <w:t>Dekorgruppe Authentic</w:t>
      </w:r>
    </w:p>
    <w:p w:rsidR="00D72D86" w:rsidRDefault="00D72D86" w:rsidP="00D87ED7">
      <w:pPr>
        <w:pStyle w:val="Langtext"/>
      </w:pPr>
      <w:r>
        <w:t>Dekornummer AUTN</w:t>
      </w:r>
    </w:p>
    <w:p w:rsidR="00D72D86" w:rsidRDefault="00D72D86" w:rsidP="00D87ED7">
      <w:pPr>
        <w:pStyle w:val="Langtext"/>
      </w:pPr>
      <w:r>
        <w:t>Rückseite: Beidseitig das gleiche Dekor</w:t>
      </w:r>
    </w:p>
    <w:p w:rsidR="00D72D86" w:rsidRDefault="00D72D86" w:rsidP="00D87ED7">
      <w:pPr>
        <w:pStyle w:val="Langtext"/>
      </w:pPr>
    </w:p>
    <w:p w:rsidR="00D72D86" w:rsidRDefault="00D72D86" w:rsidP="00D87ED7">
      <w:pPr>
        <w:pStyle w:val="Langtext"/>
      </w:pPr>
      <w:r>
        <w:t>• Oberfläche NT/NT</w:t>
      </w:r>
    </w:p>
    <w:p w:rsidR="00D72D86" w:rsidRDefault="00D72D86" w:rsidP="00D87ED7">
      <w:pPr>
        <w:pStyle w:val="Langtext"/>
      </w:pPr>
      <w:r>
        <w:t>• Plattendicke (6 mm [NT/NT], 8 mm [NT/NT], 10 mm [NT/NT], 13 mm [NT/NT]): _ _ _ mm</w:t>
      </w:r>
    </w:p>
    <w:p w:rsidR="00D72D86" w:rsidRDefault="00D72D86" w:rsidP="00D87ED7">
      <w:pPr>
        <w:pStyle w:val="Langtext"/>
      </w:pPr>
      <w:r>
        <w:t>Plattenformat:</w:t>
      </w:r>
    </w:p>
    <w:p w:rsidR="00D72D86" w:rsidRDefault="00D72D86" w:rsidP="00D87ED7">
      <w:pPr>
        <w:pStyle w:val="Langtext"/>
      </w:pPr>
    </w:p>
    <w:p w:rsidR="00D72D86" w:rsidRDefault="00D72D86" w:rsidP="00D87ED7">
      <w:pPr>
        <w:pStyle w:val="Langtext"/>
      </w:pPr>
      <w:r>
        <w:t>• 4100 x 1854 mm = 7,60 m2; NT/NT</w:t>
      </w:r>
    </w:p>
    <w:p w:rsidR="00D72D86" w:rsidRDefault="00D72D86" w:rsidP="00D87ED7">
      <w:pPr>
        <w:pStyle w:val="Langtext"/>
      </w:pPr>
      <w:r>
        <w:t>Besäumschnitte sind auszuführen! (z.B.: 4100 x 1854 mm = 4090 x 1844 mm)</w:t>
      </w:r>
    </w:p>
    <w:p w:rsidR="00D72D86" w:rsidRDefault="00D72D86" w:rsidP="00D87ED7">
      <w:pPr>
        <w:pStyle w:val="Langtext"/>
      </w:pPr>
      <w:r>
        <w:t>z.B.Max Compact Exterior F-Qualität von Fundermax oder Gleichwertiges.</w:t>
      </w:r>
    </w:p>
    <w:p w:rsidR="00D72D86" w:rsidRDefault="00D72D86" w:rsidP="00A05B53">
      <w:pPr>
        <w:pStyle w:val="Langtext"/>
      </w:pPr>
      <w:r>
        <w:t>Angebotenes Erzeugnis: (....)</w:t>
      </w:r>
    </w:p>
    <w:p w:rsidR="00D72D86" w:rsidRDefault="00D72D86" w:rsidP="00E5643C">
      <w:pPr>
        <w:pStyle w:val="TrennungULG"/>
        <w:keepNext w:val="0"/>
      </w:pPr>
    </w:p>
    <w:p w:rsidR="00D72D86" w:rsidRDefault="00A05B53" w:rsidP="003335AA">
      <w:pPr>
        <w:pStyle w:val="ULG"/>
        <w:keepLines/>
      </w:pPr>
      <w:r>
        <w:t>F</w:t>
      </w:r>
      <w:r w:rsidR="002B3775">
        <w:t>R</w:t>
      </w:r>
      <w:r w:rsidR="00D72D86">
        <w:t>.FG</w:t>
      </w:r>
      <w:r w:rsidR="00D72D86">
        <w:rPr>
          <w:sz w:val="12"/>
        </w:rPr>
        <w:t xml:space="preserve"> + </w:t>
      </w:r>
      <w:r w:rsidR="00D72D86">
        <w:t xml:space="preserve">HPL </w:t>
      </w:r>
      <w:r>
        <w:t>Platten</w:t>
      </w:r>
      <w:r w:rsidR="00D72D86">
        <w:t xml:space="preserve"> f.mäßige Beanspruchungen (FUNDERMAX)</w:t>
      </w:r>
    </w:p>
    <w:p w:rsidR="00D72D86" w:rsidRDefault="00D72D86" w:rsidP="003335AA">
      <w:pPr>
        <w:pStyle w:val="Langtext"/>
      </w:pPr>
      <w:r>
        <w:t>Version: 2020-08</w:t>
      </w:r>
    </w:p>
    <w:p w:rsidR="00D72D86" w:rsidRDefault="00D72D86" w:rsidP="003335AA">
      <w:pPr>
        <w:pStyle w:val="Langtext"/>
      </w:pPr>
      <w:r>
        <w:t xml:space="preserve">Im Folgenden ist das Liefern von HPL </w:t>
      </w:r>
      <w:r w:rsidR="00A05B53">
        <w:t>Platten</w:t>
      </w:r>
      <w:r>
        <w:t xml:space="preserve"> Type EGF beschrieben.</w:t>
      </w:r>
    </w:p>
    <w:p w:rsidR="00D72D86" w:rsidRDefault="00D72D86" w:rsidP="003335AA">
      <w:pPr>
        <w:pStyle w:val="Langtext"/>
      </w:pPr>
      <w:r>
        <w:t>Die Montage hat entsprechend den statischen Erfordernissen zu erfolgen und ist in eigenen Positionen beschrieben.</w:t>
      </w:r>
    </w:p>
    <w:p w:rsidR="00D72D86" w:rsidRDefault="00D72D86" w:rsidP="003335AA">
      <w:pPr>
        <w:pStyle w:val="Langtext"/>
      </w:pPr>
      <w:r>
        <w:t>Die Angaben des Plattenhersteller bezüglich Liefer-, Montage- bzw. Einbaubedingungen sowie Verarbeitungsrichtlinien sind zu beachten.</w:t>
      </w:r>
    </w:p>
    <w:p w:rsidR="00D72D86" w:rsidRDefault="00D72D86" w:rsidP="003335AA">
      <w:pPr>
        <w:pStyle w:val="Langtext"/>
      </w:pPr>
      <w:r>
        <w:t>Nach Fertigstellung des Bauvorhabens muss eine Endreinigung gemäß den Empfehlungen des Herstellers durchgeführt werden.</w:t>
      </w:r>
    </w:p>
    <w:p w:rsidR="00D72D86" w:rsidRDefault="00D72D86" w:rsidP="003335AA">
      <w:pPr>
        <w:pStyle w:val="Langtext"/>
      </w:pPr>
      <w:r>
        <w:t>Vorgehängte, hinterlüftete Fassaden mit zusätzlicher Wärmedämmung durch Wärmedämmstoffe mit einer Dichte von 30 bis 70 kg/m³ und einem Schmelzpunkt &gt;1000°C, die systemkonform an der Außenwand verankert werden.</w:t>
      </w:r>
    </w:p>
    <w:p w:rsidR="00D72D86" w:rsidRDefault="00D72D86" w:rsidP="003335AA">
      <w:pPr>
        <w:pStyle w:val="Langtext"/>
      </w:pPr>
    </w:p>
    <w:p w:rsidR="00D72D86" w:rsidRDefault="00D72D86" w:rsidP="003335AA">
      <w:pPr>
        <w:pStyle w:val="Langtext"/>
      </w:pPr>
      <w:r>
        <w:t>Angaben zum Plattenmaterial:</w:t>
      </w:r>
    </w:p>
    <w:p w:rsidR="00D72D86" w:rsidRDefault="00D72D86" w:rsidP="003335AA">
      <w:pPr>
        <w:pStyle w:val="Langtext"/>
      </w:pPr>
      <w:r>
        <w:t>Als HPL (High Pressure Laminates) Platten Typ EGF mit einem mäßigen Witterungsschutz bezeichnet man dekorative Hochdruck-Schichtpressstoffplatten zur Anwendung unter Witterungsbedingungen im Freien, wie Sonnenlicht, Regen und Frost.</w:t>
      </w:r>
    </w:p>
    <w:p w:rsidR="00D72D86" w:rsidRDefault="00D72D86" w:rsidP="003335AA">
      <w:pPr>
        <w:pStyle w:val="Langtext"/>
      </w:pPr>
      <w:r>
        <w:t>HPL Platten bestehen aus Naturfaserbahnen, die etwa 65 % des Gesamtgewichts darstellen. Sie werden überwiegend aus Holz hergestellt, das zu „Kraftpapieren“ veredelt wurde. Die Kraftpapiere werden in Imprägnieranlagen mit synthetischen Harzen getränkt, getrocknet und unter hohem Druck und starker Hitze zu langlebigen, feuchteresistenten Platten verpresst. Die Kanten der HPL Platten sind ebenfalls Witterungsfest und müssen nach dem Zuschnitt nicht versiegelt werden.</w:t>
      </w:r>
    </w:p>
    <w:p w:rsidR="00D72D86" w:rsidRDefault="00D72D86" w:rsidP="003335AA">
      <w:pPr>
        <w:pStyle w:val="Langtext"/>
      </w:pPr>
      <w:r>
        <w:t>Die Herstellung dieser HPL Platten erfolgt gemäß der EN 438 Teil 6 Typ EGF – Klassifizierung und Spezifikation für Kompakt-Schichtpresstoffe für die Anwendung im Freien mit einer Dicke von 2 mm und größer.</w:t>
      </w:r>
    </w:p>
    <w:p w:rsidR="00D72D86" w:rsidRDefault="00D72D86" w:rsidP="003335AA">
      <w:pPr>
        <w:pStyle w:val="Langtext"/>
      </w:pPr>
      <w:r>
        <w:t>Die HPL Platten zeichnen sich durch ihre hohe Zugfestigkeit, hohe Beständigkeit gegen Stoßbeanspruchung, hohe Beständigkeit gegen Temperaturwechsel, mäßige Beständigkeit gegen Witterungseinflüssen &amp; UV-Belastung, sowie eine sehr gute Farbechtheit und eine gute Chemikalienbeständigkeit aus, welche es ermöglicht Graffities ohne großen Aufwand von der Oberfläche zu reinigen.</w:t>
      </w:r>
    </w:p>
    <w:p w:rsidR="00D72D86" w:rsidRDefault="00D72D86" w:rsidP="003335AA">
      <w:pPr>
        <w:pStyle w:val="Langtext"/>
      </w:pPr>
      <w:r>
        <w:t>Ebenfalls können die HPL Balkonbekleidungsplatten Typ EGF als FSC oder PEFC Zertifiziert bezogen werden.</w:t>
      </w:r>
    </w:p>
    <w:p w:rsidR="00D72D86" w:rsidRDefault="00D72D86" w:rsidP="003335AA">
      <w:pPr>
        <w:pStyle w:val="Langtext"/>
      </w:pPr>
    </w:p>
    <w:p w:rsidR="00D72D86" w:rsidRDefault="00D72D86" w:rsidP="003335AA">
      <w:pPr>
        <w:pStyle w:val="Langtext"/>
      </w:pPr>
      <w:r>
        <w:t>Technische Beschreibung:</w:t>
      </w:r>
    </w:p>
    <w:p w:rsidR="00D72D86" w:rsidRDefault="00D72D86" w:rsidP="003335AA">
      <w:pPr>
        <w:pStyle w:val="Langtext"/>
      </w:pPr>
      <w:r>
        <w:t>• Beständigkeit gegen künstliche Bewitterung: ≥ Stufe 3 des 5 teiligen Graumaßstabes gemäß EN 20105-A02</w:t>
      </w:r>
    </w:p>
    <w:p w:rsidR="00D72D86" w:rsidRDefault="00D72D86" w:rsidP="003335AA">
      <w:pPr>
        <w:pStyle w:val="Langtext"/>
      </w:pPr>
      <w:r>
        <w:t>• Oberflächeneigenschaften: mäßig Witterungsbeständig, Lichtecht, Kratzfest, Lösungsmittelbeständig, Schlagzäh, Graffitischutz, und leicht zu reinigen</w:t>
      </w:r>
    </w:p>
    <w:p w:rsidR="00D72D86" w:rsidRDefault="00D72D86" w:rsidP="003335AA">
      <w:pPr>
        <w:pStyle w:val="Langtext"/>
      </w:pPr>
      <w:r>
        <w:t>• Kanten: benötigen keine Versiegelung</w:t>
      </w:r>
    </w:p>
    <w:p w:rsidR="00D72D86" w:rsidRDefault="00D72D86" w:rsidP="003335AA">
      <w:pPr>
        <w:pStyle w:val="Langtext"/>
      </w:pPr>
      <w:r>
        <w:t>• Hagelschutz: ≥ HW 4 nach VKF Prüfbestimmung Nr. 11 Kunststoffplatte/Version 1,02</w:t>
      </w:r>
    </w:p>
    <w:p w:rsidR="00D72D86" w:rsidRDefault="00D72D86" w:rsidP="003335AA">
      <w:pPr>
        <w:pStyle w:val="Langtext"/>
      </w:pPr>
      <w:r>
        <w:t>• Dichte: ≥ 1350 kg/m3 gemäß EN 438-6</w:t>
      </w:r>
    </w:p>
    <w:p w:rsidR="00D72D86" w:rsidRDefault="00D72D86" w:rsidP="003335AA">
      <w:pPr>
        <w:pStyle w:val="Langtext"/>
      </w:pPr>
      <w:r>
        <w:t>• Baustoffklasse: Euroclass B-s2,d0 nach EN 13501-1</w:t>
      </w:r>
    </w:p>
    <w:p w:rsidR="00D72D86" w:rsidRDefault="00D72D86" w:rsidP="003335AA">
      <w:pPr>
        <w:pStyle w:val="Langtext"/>
      </w:pPr>
      <w:r>
        <w:t>• Plattendicken: 6 mm, 8 mm, 10 mm gemäß bauaufsichtlicher Zulassung Z-10.3-712</w:t>
      </w:r>
    </w:p>
    <w:p w:rsidR="00D72D86" w:rsidRDefault="00D72D86" w:rsidP="003335AA">
      <w:pPr>
        <w:pStyle w:val="Langtext"/>
      </w:pPr>
      <w:r>
        <w:lastRenderedPageBreak/>
        <w:t>Plattenformate und Oberflächenausführungen:</w:t>
      </w:r>
    </w:p>
    <w:p w:rsidR="00D72D86" w:rsidRDefault="00D72D86" w:rsidP="003335AA">
      <w:pPr>
        <w:pStyle w:val="Langtext"/>
      </w:pPr>
    </w:p>
    <w:p w:rsidR="00D72D86" w:rsidRDefault="00D72D86" w:rsidP="003335AA">
      <w:pPr>
        <w:pStyle w:val="Langtext"/>
      </w:pPr>
      <w:r>
        <w:t>• GR: 2800 x 1300 mm = 3,64 m2, FH</w:t>
      </w:r>
    </w:p>
    <w:p w:rsidR="00D72D86" w:rsidRDefault="00D72D86" w:rsidP="003335AA">
      <w:pPr>
        <w:pStyle w:val="Langtext"/>
      </w:pPr>
      <w:r>
        <w:t>• SP: 2800 x 1854 mm = 5,19 m2, FH</w:t>
      </w:r>
    </w:p>
    <w:p w:rsidR="00D72D86" w:rsidRDefault="00D72D86" w:rsidP="003335AA">
      <w:pPr>
        <w:pStyle w:val="Langtext"/>
      </w:pPr>
      <w:r>
        <w:t>• JU: 4100 x 1300 mm = 5,33 m2, FH</w:t>
      </w:r>
    </w:p>
    <w:p w:rsidR="00D72D86" w:rsidRDefault="00D72D86" w:rsidP="003335AA">
      <w:pPr>
        <w:pStyle w:val="Langtext"/>
      </w:pPr>
      <w:r>
        <w:t>• XL: 4100 x 1854 mm = 7,60 m2, FH</w:t>
      </w:r>
    </w:p>
    <w:p w:rsidR="00D72D86" w:rsidRDefault="00D72D86" w:rsidP="003335AA">
      <w:pPr>
        <w:pStyle w:val="Langtext"/>
      </w:pPr>
    </w:p>
    <w:p w:rsidR="00D72D86" w:rsidRDefault="00D72D86" w:rsidP="003335AA">
      <w:pPr>
        <w:pStyle w:val="Langtext"/>
      </w:pPr>
      <w:r>
        <w:t>Be- und Hinterlüftung:</w:t>
      </w:r>
    </w:p>
    <w:p w:rsidR="00D72D86" w:rsidRDefault="00D72D86" w:rsidP="003335AA">
      <w:pPr>
        <w:pStyle w:val="Langtext"/>
      </w:pPr>
      <w:r>
        <w:t>Für eine wirksame Be- und Hinterlüftung wird die Außenschicht mit einem lichten Abstand von mindestens 20 mm vor der Wärmedämmung montiert.</w:t>
      </w:r>
    </w:p>
    <w:p w:rsidR="00D72D86" w:rsidRDefault="00D72D86" w:rsidP="003335AA">
      <w:pPr>
        <w:pStyle w:val="Langtext"/>
      </w:pPr>
      <w:r>
        <w:t>Die funktionierende Hinterlüftung der gesamten Außenschicht oder aller abgeschlossenen Teilbereiche von unten nach oben ist durch die Art der Unterkonstruktion und Befestigung der Außenschicht sicherzustellen.</w:t>
      </w:r>
    </w:p>
    <w:p w:rsidR="00D72D86" w:rsidRDefault="00D72D86" w:rsidP="003335AA">
      <w:pPr>
        <w:pStyle w:val="Langtext"/>
      </w:pPr>
      <w:r>
        <w:t>Die untere Lufteintrittsöffnung und die obere Luftaustrittsöffnung ist durch Lüftungsgitter aus nicht rostendem Metall zu schließen. Hierbei wird ein wirksamer Lüftungsquerschnitt von mindestens 150 cm2/m bei einer Holzunterkonstruktion benötigt und mindestens 50 cm2/m gemäß DIN 18516 bei einer Aluminiumunterkonstruktion.</w:t>
      </w:r>
    </w:p>
    <w:p w:rsidR="00D72D86" w:rsidRDefault="00D72D86" w:rsidP="003335AA">
      <w:pPr>
        <w:pStyle w:val="Langtext"/>
      </w:pPr>
    </w:p>
    <w:p w:rsidR="00D72D86" w:rsidRDefault="00D72D86" w:rsidP="003335AA">
      <w:pPr>
        <w:pStyle w:val="Langtext"/>
      </w:pPr>
      <w:r>
        <w:t>Außenschicht:</w:t>
      </w:r>
    </w:p>
    <w:p w:rsidR="00D72D86" w:rsidRDefault="00D72D86" w:rsidP="003335AA">
      <w:pPr>
        <w:pStyle w:val="Langtext"/>
      </w:pPr>
      <w:r>
        <w:t>High Pressure Laminate (HPL)</w:t>
      </w:r>
    </w:p>
    <w:p w:rsidR="00D72D86" w:rsidRDefault="00D72D86" w:rsidP="003335AA">
      <w:pPr>
        <w:pStyle w:val="Langtext"/>
      </w:pPr>
    </w:p>
    <w:p w:rsidR="00D72D86" w:rsidRDefault="00D72D86" w:rsidP="003335AA">
      <w:pPr>
        <w:pStyle w:val="Langtext"/>
      </w:pPr>
      <w:r>
        <w:t>Befestigungssysteme:</w:t>
      </w:r>
    </w:p>
    <w:p w:rsidR="00D72D86" w:rsidRDefault="00D72D86" w:rsidP="003335AA">
      <w:pPr>
        <w:pStyle w:val="Langtext"/>
      </w:pPr>
      <w:r>
        <w:t>Die Befestigung/Verlegung der HPL Platten erfolgt technisch zwängungsfrei nach den Angaben des HPL Plattenherstellers.</w:t>
      </w:r>
    </w:p>
    <w:p w:rsidR="00D72D86" w:rsidRDefault="00D72D86" w:rsidP="003335AA">
      <w:pPr>
        <w:pStyle w:val="Langtext"/>
      </w:pPr>
      <w:r>
        <w:t>Alle sichtbaren Befestigungselemente sind farblich dem Dekor der HPL Platten an zu passen.</w:t>
      </w:r>
    </w:p>
    <w:p w:rsidR="00D72D86" w:rsidRDefault="00D72D86" w:rsidP="003335AA">
      <w:pPr>
        <w:pStyle w:val="Langtext"/>
      </w:pPr>
      <w:r>
        <w:t>Die Befestigung der Platten erfolgt mittels Fixpunkt und Gleitpunkten lt. technischer Informationen der FunderMax GmbH.</w:t>
      </w:r>
    </w:p>
    <w:p w:rsidR="00D72D86" w:rsidRDefault="00D72D86" w:rsidP="003335AA">
      <w:pPr>
        <w:pStyle w:val="Langtext"/>
      </w:pPr>
      <w:r>
        <w:t>Die Lochdurchmesser der Gleitpunkte sind gemäß der zu erwartenden Plattenausdehnung zu bemessen.</w:t>
      </w:r>
    </w:p>
    <w:p w:rsidR="00D72D86" w:rsidRDefault="00D72D86" w:rsidP="003335AA">
      <w:pPr>
        <w:pStyle w:val="Langtext"/>
      </w:pPr>
      <w:r>
        <w:t>Bei den HPL Fassadenplatten ist ein Zuschnitt für Maß- und Winkelgenauigkeit auszuführen! (z.B.: 2800 x 1300 mm = 2790 x 1290 mm)</w:t>
      </w:r>
    </w:p>
    <w:p w:rsidR="00D72D86" w:rsidRDefault="00D72D86" w:rsidP="003335AA">
      <w:pPr>
        <w:pStyle w:val="Langtext"/>
      </w:pPr>
    </w:p>
    <w:p w:rsidR="00D72D86" w:rsidRDefault="00D72D86" w:rsidP="003335AA">
      <w:pPr>
        <w:pStyle w:val="Langtext"/>
      </w:pPr>
      <w:r>
        <w:t>Fugenausbildung:</w:t>
      </w:r>
    </w:p>
    <w:p w:rsidR="00D72D86" w:rsidRDefault="00D72D86" w:rsidP="003335AA">
      <w:pPr>
        <w:pStyle w:val="Langtext"/>
      </w:pPr>
      <w:r>
        <w:t>Die Fugenausbildung erfolgt technisch zwängungsfrei nach den Angaben des HPL Plattenherstellers.</w:t>
      </w:r>
    </w:p>
    <w:p w:rsidR="00D72D86" w:rsidRDefault="00D72D86" w:rsidP="003335AA">
      <w:pPr>
        <w:pStyle w:val="Kommentar"/>
      </w:pPr>
    </w:p>
    <w:p w:rsidR="00D72D86" w:rsidRDefault="00D72D86" w:rsidP="003335AA">
      <w:pPr>
        <w:pStyle w:val="Kommentar"/>
      </w:pPr>
      <w:r>
        <w:t>Kommentar:</w:t>
      </w:r>
    </w:p>
    <w:p w:rsidR="00D72D86" w:rsidRDefault="00D72D86" w:rsidP="003335AA">
      <w:pPr>
        <w:pStyle w:val="Kommentar"/>
      </w:pPr>
      <w:r>
        <w:t>Produktspezifische Ausschreibungstexte (Produktbeschreibungen) sind für Ausschreibungen gemäß Bundesvergabegesetz (BVergG) nicht geeignet.</w:t>
      </w:r>
    </w:p>
    <w:p w:rsidR="00D72D86" w:rsidRDefault="00D72D86" w:rsidP="003335AA">
      <w:pPr>
        <w:pStyle w:val="Kommentar"/>
      </w:pPr>
      <w:r>
        <w:t>Sie dienen als Vorlage für frei formulierte Positionen und müssen inhaltlich so abgeändert werden, dass den Anforderungen des BVergG entsprochen wird (z.B. Kriterien der Gleichwertigkeit ergänzen).</w:t>
      </w:r>
    </w:p>
    <w:p w:rsidR="00D72D86" w:rsidRDefault="00D72D86" w:rsidP="001D0185">
      <w:pPr>
        <w:pStyle w:val="TrennungPOS"/>
      </w:pPr>
    </w:p>
    <w:p w:rsidR="00D72D86" w:rsidRDefault="00A05B53" w:rsidP="001D0185">
      <w:pPr>
        <w:pStyle w:val="GrundtextPosNr"/>
        <w:keepNext/>
        <w:keepLines/>
      </w:pPr>
      <w:r>
        <w:t>F</w:t>
      </w:r>
      <w:r w:rsidR="002B3775">
        <w:t>R</w:t>
      </w:r>
      <w:r w:rsidR="00D72D86">
        <w:t>.FG 01</w:t>
      </w:r>
    </w:p>
    <w:p w:rsidR="00D72D86" w:rsidRDefault="00D72D86" w:rsidP="001D0185">
      <w:pPr>
        <w:pStyle w:val="Folgeposition"/>
      </w:pPr>
      <w:r>
        <w:t xml:space="preserve"> </w:t>
      </w:r>
      <w:r>
        <w:rPr>
          <w:sz w:val="12"/>
        </w:rPr>
        <w:t>+</w:t>
      </w:r>
      <w:r>
        <w:tab/>
        <w:t xml:space="preserve">HPL </w:t>
      </w:r>
      <w:r w:rsidR="00A05B53">
        <w:t>Platten  Dekorgr.Uni</w:t>
      </w:r>
      <w:r>
        <w:tab/>
        <w:t xml:space="preserve">m2 </w:t>
      </w:r>
    </w:p>
    <w:p w:rsidR="00D72D86" w:rsidRDefault="00D72D86" w:rsidP="001D0185">
      <w:pPr>
        <w:pStyle w:val="Langtext"/>
      </w:pPr>
      <w:r>
        <w:t>HPL Fassadenplatten.</w:t>
      </w:r>
    </w:p>
    <w:p w:rsidR="00D72D86" w:rsidRDefault="00D72D86" w:rsidP="001D0185">
      <w:pPr>
        <w:pStyle w:val="Langtext"/>
      </w:pPr>
      <w:r>
        <w:t>Abgerechnet wird die gesamte abgewickelte Bekleidungsfläche.</w:t>
      </w:r>
    </w:p>
    <w:p w:rsidR="00D72D86" w:rsidRDefault="00D72D86" w:rsidP="001D0185">
      <w:pPr>
        <w:pStyle w:val="Langtext"/>
      </w:pPr>
      <w:r>
        <w:t>Dekorgruppe Universal</w:t>
      </w:r>
    </w:p>
    <w:p w:rsidR="00D72D86" w:rsidRDefault="00D72D86" w:rsidP="001D0185">
      <w:pPr>
        <w:pStyle w:val="Langtext"/>
      </w:pPr>
      <w:r>
        <w:t>Dekornummer (0746, 0771, 0772, 0773, 0774, 0775): _ _ _</w:t>
      </w:r>
    </w:p>
    <w:p w:rsidR="00D72D86" w:rsidRDefault="00D72D86" w:rsidP="001D0185">
      <w:pPr>
        <w:pStyle w:val="Langtext"/>
      </w:pPr>
      <w:r>
        <w:t>Rückseite: Beidseitig das gleiche Dekor</w:t>
      </w:r>
    </w:p>
    <w:p w:rsidR="00D72D86" w:rsidRDefault="00D72D86" w:rsidP="001D0185">
      <w:pPr>
        <w:pStyle w:val="Langtext"/>
      </w:pPr>
    </w:p>
    <w:p w:rsidR="00D72D86" w:rsidRDefault="00D72D86" w:rsidP="001D0185">
      <w:pPr>
        <w:pStyle w:val="Langtext"/>
      </w:pPr>
      <w:r>
        <w:t>• Oberfläche (FH/FH)</w:t>
      </w:r>
    </w:p>
    <w:p w:rsidR="00D72D86" w:rsidRDefault="00D72D86" w:rsidP="001D0185">
      <w:pPr>
        <w:pStyle w:val="Langtext"/>
      </w:pPr>
      <w:r>
        <w:t>• Plattendicke (6 mm, 8 mm, 10 mm):  _ _ _ mm</w:t>
      </w:r>
    </w:p>
    <w:p w:rsidR="00D72D86" w:rsidRDefault="00D72D86" w:rsidP="001D0185">
      <w:pPr>
        <w:pStyle w:val="Langtext"/>
      </w:pPr>
      <w:r>
        <w:t>Plattenformat: _ _ _</w:t>
      </w:r>
    </w:p>
    <w:p w:rsidR="00D72D86" w:rsidRDefault="00D72D86" w:rsidP="001D0185">
      <w:pPr>
        <w:pStyle w:val="Langtext"/>
      </w:pPr>
    </w:p>
    <w:p w:rsidR="00D72D86" w:rsidRDefault="00D72D86" w:rsidP="001D0185">
      <w:pPr>
        <w:pStyle w:val="Langtext"/>
      </w:pPr>
      <w:r>
        <w:t>• 2800 x 1300 mm = 3,64 m2; FA</w:t>
      </w:r>
    </w:p>
    <w:p w:rsidR="00D72D86" w:rsidRDefault="00D72D86" w:rsidP="001D0185">
      <w:pPr>
        <w:pStyle w:val="Langtext"/>
      </w:pPr>
      <w:r>
        <w:t>• 2800 x 1854 mm = 5,19 m2; FA</w:t>
      </w:r>
    </w:p>
    <w:p w:rsidR="00D72D86" w:rsidRDefault="00D72D86" w:rsidP="001D0185">
      <w:pPr>
        <w:pStyle w:val="Langtext"/>
      </w:pPr>
      <w:r>
        <w:t>• 4100 x 1300 mm = 5,33 m2; FA</w:t>
      </w:r>
    </w:p>
    <w:p w:rsidR="00D72D86" w:rsidRDefault="00D72D86" w:rsidP="001D0185">
      <w:pPr>
        <w:pStyle w:val="Langtext"/>
      </w:pPr>
      <w:r>
        <w:t>• 4100 x 1854 mm = 7,60 m2; FA</w:t>
      </w:r>
    </w:p>
    <w:p w:rsidR="00D72D86" w:rsidRDefault="00D72D86" w:rsidP="001D0185">
      <w:pPr>
        <w:pStyle w:val="Langtext"/>
      </w:pPr>
      <w:r>
        <w:t>Zuschnitt für Maß- und Winkelgenauigkeit sind auszuführen! (z.B.: 4100 x 1854 mm = 4090 x 1844 mm)</w:t>
      </w:r>
    </w:p>
    <w:p w:rsidR="00D72D86" w:rsidRDefault="00D72D86" w:rsidP="001D0185">
      <w:pPr>
        <w:pStyle w:val="Langtext"/>
      </w:pPr>
      <w:r>
        <w:t>z.B.Max Compact Universal F-Qualität von Fundermax oder Gleichwertiges.</w:t>
      </w:r>
    </w:p>
    <w:p w:rsidR="00D72D86" w:rsidRDefault="00D72D86" w:rsidP="001D0185">
      <w:pPr>
        <w:pStyle w:val="Langtext"/>
      </w:pPr>
      <w:r>
        <w:t>Angebotenes Erzeugnis: (....)</w:t>
      </w:r>
    </w:p>
    <w:p w:rsidR="00D72D86" w:rsidRDefault="00D72D86" w:rsidP="001D0185">
      <w:pPr>
        <w:pStyle w:val="TrennungULG"/>
        <w:keepNext w:val="0"/>
      </w:pPr>
    </w:p>
    <w:p w:rsidR="001F658C" w:rsidRPr="001F658C" w:rsidRDefault="001F658C" w:rsidP="001F658C"/>
    <w:sectPr w:rsidR="001F658C" w:rsidRPr="001F658C" w:rsidSect="00E6309B">
      <w:headerReference w:type="even" r:id="rId8"/>
      <w:headerReference w:type="default" r:id="rId9"/>
      <w:footerReference w:type="default" r:id="rId10"/>
      <w:pgSz w:w="11907" w:h="16840" w:code="9"/>
      <w:pgMar w:top="1134" w:right="737" w:bottom="1134" w:left="1021" w:header="567" w:footer="567" w:gutter="0"/>
      <w:paperSrc w:first="7" w:other="7"/>
      <w:pgNumType w:start="1"/>
      <w:cols w:space="34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D50" w:rsidRDefault="00CA4D50">
      <w:r>
        <w:separator/>
      </w:r>
    </w:p>
  </w:endnote>
  <w:endnote w:type="continuationSeparator" w:id="0">
    <w:p w:rsidR="00CA4D50" w:rsidRDefault="00CA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F2AD5">
    <w:pPr>
      <w:pStyle w:val="Fuzeile"/>
      <w:pBdr>
        <w:bottom w:val="single" w:sz="6" w:space="1" w:color="auto"/>
      </w:pBdr>
      <w:tabs>
        <w:tab w:val="clear" w:pos="9071"/>
        <w:tab w:val="right" w:pos="9923"/>
      </w:tabs>
      <w:ind w:left="0" w:right="-1"/>
      <w:jc w:val="both"/>
    </w:pPr>
  </w:p>
  <w:p w:rsidR="00DF2AD5" w:rsidRDefault="00D72D86">
    <w:pPr>
      <w:pStyle w:val="Fuzeile"/>
      <w:tabs>
        <w:tab w:val="clear" w:pos="9071"/>
        <w:tab w:val="right" w:pos="9923"/>
      </w:tabs>
      <w:ind w:left="0" w:right="-1"/>
      <w:jc w:val="both"/>
      <w:rPr>
        <w:sz w:val="16"/>
      </w:rPr>
    </w:pPr>
    <w:r>
      <w:t>LBHB-021(B-LG68</w:t>
    </w:r>
    <w:r w:rsidR="00DF2AD5">
      <w:tab/>
    </w:r>
    <w:r w:rsidR="00DF2AD5">
      <w:tab/>
      <w:t xml:space="preserve">Seite </w:t>
    </w:r>
    <w:r w:rsidR="00DF2AD5">
      <w:rPr>
        <w:rStyle w:val="Seitenzahl"/>
      </w:rPr>
      <w:fldChar w:fldCharType="begin"/>
    </w:r>
    <w:r w:rsidR="00DF2AD5">
      <w:rPr>
        <w:rStyle w:val="Seitenzahl"/>
      </w:rPr>
      <w:instrText xml:space="preserve"> PAGE </w:instrText>
    </w:r>
    <w:r w:rsidR="00DF2AD5">
      <w:rPr>
        <w:rStyle w:val="Seitenzahl"/>
      </w:rPr>
      <w:fldChar w:fldCharType="separate"/>
    </w:r>
    <w:r w:rsidR="000E5AFA">
      <w:rPr>
        <w:rStyle w:val="Seitenzahl"/>
        <w:noProof/>
      </w:rPr>
      <w:t>1</w:t>
    </w:r>
    <w:r w:rsidR="00DF2AD5">
      <w:rPr>
        <w:rStyle w:val="Seitenzahl"/>
      </w:rPr>
      <w:fldChar w:fldCharType="end"/>
    </w:r>
    <w:r w:rsidR="00DF2AD5">
      <w:t xml:space="preserve"> von </w:t>
    </w:r>
    <w:r w:rsidR="00DF2AD5">
      <w:rPr>
        <w:rStyle w:val="Seitenzahl"/>
      </w:rPr>
      <w:fldChar w:fldCharType="begin"/>
    </w:r>
    <w:r w:rsidR="00DF2AD5">
      <w:rPr>
        <w:rStyle w:val="Seitenzahl"/>
      </w:rPr>
      <w:instrText xml:space="preserve"> SECTIONPAGES </w:instrText>
    </w:r>
    <w:r w:rsidR="00DF2AD5">
      <w:rPr>
        <w:rStyle w:val="Seitenzahl"/>
      </w:rPr>
      <w:fldChar w:fldCharType="separate"/>
    </w:r>
    <w:r w:rsidR="000E5AFA">
      <w:rPr>
        <w:rStyle w:val="Seitenzahl"/>
        <w:noProof/>
      </w:rPr>
      <w:t>5</w:t>
    </w:r>
    <w:r w:rsidR="00DF2AD5">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D50" w:rsidRDefault="00CA4D50">
      <w:r>
        <w:separator/>
      </w:r>
    </w:p>
  </w:footnote>
  <w:footnote w:type="continuationSeparator" w:id="0">
    <w:p w:rsidR="00CA4D50" w:rsidRDefault="00CA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F2AD5" w:rsidRDefault="00DF2AD5">
    <w:pPr>
      <w:pStyle w:val="Kopfzeile"/>
      <w:ind w:right="360"/>
    </w:pPr>
  </w:p>
  <w:p w:rsidR="00DF2AD5" w:rsidRDefault="00DF2A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F2AD5" w:rsidRDefault="00DF2AD5">
    <w:pPr>
      <w:pStyle w:val="Kopfzeile"/>
      <w:ind w:right="360"/>
    </w:pPr>
  </w:p>
  <w:p w:rsidR="00DF2AD5" w:rsidRDefault="00DF2AD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72D86">
    <w:pPr>
      <w:pStyle w:val="Kopfzeile"/>
      <w:tabs>
        <w:tab w:val="clear" w:pos="4819"/>
        <w:tab w:val="clear" w:pos="9071"/>
        <w:tab w:val="right" w:pos="9923"/>
      </w:tabs>
      <w:rPr>
        <w:sz w:val="20"/>
      </w:rPr>
    </w:pPr>
    <w:r>
      <w:rPr>
        <w:b/>
        <w:sz w:val="20"/>
      </w:rPr>
      <w:t>LB-HB, Version -0, -, LG 68 Vorgehängte hinterlüftete Fassaden LB-HB Erg.FunderMax 2020 09</w:t>
    </w:r>
    <w:r w:rsidR="00DF2AD5">
      <w:rPr>
        <w:b/>
        <w:sz w:val="20"/>
      </w:rPr>
      <w:tab/>
    </w:r>
  </w:p>
  <w:p w:rsidR="00DF2AD5" w:rsidRDefault="00DF2A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mirrorMargins/>
  <w:hideSpellingErrors/>
  <w:attachedTemplate r:id="rId1"/>
  <w:defaultTabStop w:val="709"/>
  <w:consecutiveHyphenLimit w:val="2"/>
  <w:hyphenationZone w:val="39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lbdruckvorlage_word2000.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A10326"/>
    <w:rsid w:val="00024439"/>
    <w:rsid w:val="000C3375"/>
    <w:rsid w:val="000E5AFA"/>
    <w:rsid w:val="001E4DC9"/>
    <w:rsid w:val="001F658C"/>
    <w:rsid w:val="002B3775"/>
    <w:rsid w:val="002C3283"/>
    <w:rsid w:val="00393D78"/>
    <w:rsid w:val="003C002C"/>
    <w:rsid w:val="0055437B"/>
    <w:rsid w:val="00A05B53"/>
    <w:rsid w:val="00A10326"/>
    <w:rsid w:val="00CA4D50"/>
    <w:rsid w:val="00D53B59"/>
    <w:rsid w:val="00D72D86"/>
    <w:rsid w:val="00DF2AD5"/>
    <w:rsid w:val="00E922F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AB23D"/>
  <w15:docId w15:val="{A5BC6E24-C631-40EE-8E22-8D699948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ind w:left="1021" w:right="284"/>
    </w:pPr>
    <w:rPr>
      <w:rFonts w:ascii="Arial" w:hAnsi="Arial"/>
      <w:lang w:val="de-DE" w:eastAsia="de-DE"/>
    </w:rPr>
  </w:style>
  <w:style w:type="paragraph" w:styleId="berschrift1">
    <w:name w:val="heading 1"/>
    <w:basedOn w:val="Standard"/>
    <w:next w:val="berschrift2"/>
    <w:qFormat/>
    <w:pPr>
      <w:keepNext/>
      <w:tabs>
        <w:tab w:val="left" w:pos="1701"/>
      </w:tabs>
      <w:spacing w:before="240"/>
      <w:ind w:right="1134"/>
      <w:outlineLvl w:val="0"/>
    </w:pPr>
    <w:rPr>
      <w:rFonts w:ascii="Courier New" w:hAnsi="Courier New"/>
      <w:b/>
      <w:sz w:val="24"/>
    </w:rPr>
  </w:style>
  <w:style w:type="paragraph" w:styleId="berschrift2">
    <w:name w:val="heading 2"/>
    <w:basedOn w:val="Standard"/>
    <w:next w:val="berschrift3"/>
    <w:qFormat/>
    <w:pPr>
      <w:keepNext/>
      <w:tabs>
        <w:tab w:val="left" w:pos="1701"/>
      </w:tabs>
      <w:spacing w:before="240"/>
      <w:ind w:right="1134"/>
      <w:outlineLvl w:val="1"/>
    </w:pPr>
    <w:rPr>
      <w:rFonts w:ascii="Courier New" w:hAnsi="Courier New"/>
      <w:b/>
      <w:sz w:val="24"/>
    </w:rPr>
  </w:style>
  <w:style w:type="paragraph" w:styleId="berschrift3">
    <w:name w:val="heading 3"/>
    <w:basedOn w:val="Standard"/>
    <w:next w:val="Langtext"/>
    <w:qFormat/>
    <w:pPr>
      <w:keepNext/>
      <w:tabs>
        <w:tab w:val="left" w:pos="1701"/>
        <w:tab w:val="right" w:pos="8505"/>
      </w:tabs>
      <w:spacing w:before="240"/>
      <w:ind w:right="2977"/>
      <w:outlineLvl w:val="2"/>
    </w:pPr>
    <w:rPr>
      <w:rFonts w:ascii="Courier New" w:hAnsi="Courier New"/>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ngtext">
    <w:name w:val="Langtext"/>
    <w:basedOn w:val="Standard"/>
    <w:pPr>
      <w:ind w:left="284" w:right="0"/>
    </w:pPr>
    <w:rPr>
      <w:w w:val="90"/>
    </w:rPr>
  </w:style>
  <w:style w:type="character" w:styleId="Kommentarzeichen">
    <w:name w:val="annotation reference"/>
    <w:semiHidden/>
    <w:rPr>
      <w:sz w:val="16"/>
    </w:rPr>
  </w:style>
  <w:style w:type="paragraph" w:styleId="Kommentartext">
    <w:name w:val="annotation text"/>
    <w:basedOn w:val="Standard"/>
    <w:semiHidden/>
  </w:style>
  <w:style w:type="paragraph" w:styleId="Fuzeile">
    <w:name w:val="footer"/>
    <w:basedOn w:val="Standard"/>
    <w:semiHidden/>
    <w:pPr>
      <w:tabs>
        <w:tab w:val="center" w:pos="4819"/>
        <w:tab w:val="right" w:pos="9071"/>
      </w:tabs>
    </w:pPr>
  </w:style>
  <w:style w:type="paragraph" w:styleId="Kopfzeile">
    <w:name w:val="header"/>
    <w:basedOn w:val="Standard"/>
    <w:semiHidden/>
    <w:pPr>
      <w:pBdr>
        <w:bottom w:val="single" w:sz="12" w:space="2" w:color="auto"/>
      </w:pBdr>
      <w:tabs>
        <w:tab w:val="center" w:pos="4819"/>
        <w:tab w:val="right" w:pos="9071"/>
      </w:tabs>
      <w:ind w:left="0" w:right="0"/>
    </w:pPr>
    <w:rPr>
      <w:sz w:val="24"/>
    </w:rPr>
  </w:style>
  <w:style w:type="paragraph" w:styleId="Standardeinzug">
    <w:name w:val="Normal Indent"/>
    <w:basedOn w:val="Standard"/>
    <w:semiHidden/>
    <w:pPr>
      <w:ind w:left="708"/>
    </w:pPr>
  </w:style>
  <w:style w:type="paragraph" w:customStyle="1" w:styleId="Kommentar">
    <w:name w:val="Kommentar"/>
    <w:basedOn w:val="Langtext"/>
    <w:rPr>
      <w:i/>
    </w:rPr>
  </w:style>
  <w:style w:type="paragraph" w:customStyle="1" w:styleId="Leerzeile">
    <w:name w:val="Leerzeile"/>
    <w:basedOn w:val="Langtext"/>
    <w:next w:val="Langtext"/>
    <w:rPr>
      <w:vanish/>
    </w:rPr>
  </w:style>
  <w:style w:type="paragraph" w:customStyle="1" w:styleId="Grundtext">
    <w:name w:val="Grundtext"/>
    <w:basedOn w:val="Langtext"/>
    <w:next w:val="Grundtextabsatz"/>
    <w:pPr>
      <w:tabs>
        <w:tab w:val="left" w:pos="851"/>
      </w:tabs>
    </w:pPr>
    <w:rPr>
      <w:color w:val="0000FF"/>
    </w:rPr>
  </w:style>
  <w:style w:type="paragraph" w:customStyle="1" w:styleId="Grundtextabsatz">
    <w:name w:val="Grundtextabsatz"/>
    <w:basedOn w:val="Grundtext"/>
  </w:style>
  <w:style w:type="paragraph" w:customStyle="1" w:styleId="LG">
    <w:name w:val="LG"/>
    <w:basedOn w:val="Standard"/>
    <w:pPr>
      <w:keepNext/>
      <w:tabs>
        <w:tab w:val="left" w:pos="851"/>
      </w:tabs>
      <w:ind w:left="284" w:right="0"/>
    </w:pPr>
    <w:rPr>
      <w:b/>
      <w:color w:val="FF0000"/>
      <w:w w:val="90"/>
      <w:sz w:val="24"/>
    </w:rPr>
  </w:style>
  <w:style w:type="paragraph" w:customStyle="1" w:styleId="ULG">
    <w:name w:val="ULG"/>
    <w:basedOn w:val="LG"/>
    <w:rPr>
      <w:sz w:val="20"/>
    </w:rPr>
  </w:style>
  <w:style w:type="paragraph" w:customStyle="1" w:styleId="Position">
    <w:name w:val="Position"/>
    <w:basedOn w:val="LG"/>
    <w:next w:val="Langtext"/>
    <w:pPr>
      <w:keepNext w:val="0"/>
      <w:tabs>
        <w:tab w:val="right" w:pos="4820"/>
      </w:tabs>
      <w:ind w:hanging="284"/>
    </w:pPr>
    <w:rPr>
      <w:sz w:val="20"/>
    </w:rPr>
  </w:style>
  <w:style w:type="paragraph" w:customStyle="1" w:styleId="Folgeposition">
    <w:name w:val="Folgeposition"/>
    <w:basedOn w:val="Position"/>
    <w:next w:val="Langtext"/>
    <w:rsid w:val="003C002C"/>
    <w:pPr>
      <w:tabs>
        <w:tab w:val="clear" w:pos="4820"/>
        <w:tab w:val="right" w:pos="9639"/>
      </w:tabs>
    </w:pPr>
  </w:style>
  <w:style w:type="paragraph" w:customStyle="1" w:styleId="Trennung">
    <w:name w:val="Trennung"/>
    <w:basedOn w:val="Standard"/>
    <w:pPr>
      <w:keepNext/>
      <w:pBdr>
        <w:bottom w:val="single" w:sz="6" w:space="2" w:color="FF0000"/>
      </w:pBdr>
      <w:spacing w:before="60" w:after="60"/>
    </w:pPr>
  </w:style>
  <w:style w:type="character" w:styleId="Seitenzahl">
    <w:name w:val="page number"/>
    <w:basedOn w:val="Absatz-Standardschriftart"/>
    <w:semiHidden/>
  </w:style>
  <w:style w:type="paragraph" w:customStyle="1" w:styleId="DBLG1">
    <w:name w:val="DB_LG1"/>
    <w:basedOn w:val="Standard"/>
    <w:pPr>
      <w:tabs>
        <w:tab w:val="left" w:pos="2835"/>
      </w:tabs>
      <w:ind w:left="1985"/>
    </w:pPr>
    <w:rPr>
      <w:b/>
      <w:sz w:val="28"/>
    </w:rPr>
  </w:style>
  <w:style w:type="paragraph" w:customStyle="1" w:styleId="TrennungULG">
    <w:name w:val="TrennungULG"/>
    <w:basedOn w:val="Trennung"/>
    <w:pPr>
      <w:pBdr>
        <w:top w:val="double" w:sz="6" w:space="3" w:color="FF0000"/>
        <w:bottom w:val="none" w:sz="0" w:space="0" w:color="auto"/>
      </w:pBdr>
      <w:ind w:left="0" w:right="0"/>
    </w:pPr>
    <w:rPr>
      <w:sz w:val="4"/>
    </w:rPr>
  </w:style>
  <w:style w:type="paragraph" w:customStyle="1" w:styleId="TrennungPOS">
    <w:name w:val="TrennungPOS"/>
    <w:basedOn w:val="TrennungULG"/>
    <w:pPr>
      <w:keepNext w:val="0"/>
      <w:widowControl w:val="0"/>
      <w:pBdr>
        <w:top w:val="single" w:sz="6" w:space="2" w:color="FF00FF"/>
      </w:pBdr>
    </w:pPr>
  </w:style>
  <w:style w:type="paragraph" w:customStyle="1" w:styleId="GrundtextPosNr">
    <w:name w:val="Grundtext_PosNr"/>
    <w:basedOn w:val="Grundtext"/>
    <w:pPr>
      <w:ind w:left="1021" w:hanging="1021"/>
    </w:pPr>
    <w:rPr>
      <w:b/>
    </w:rPr>
  </w:style>
  <w:style w:type="paragraph" w:customStyle="1" w:styleId="DBLG2">
    <w:name w:val="DB_LG2"/>
    <w:basedOn w:val="Standard"/>
    <w:pPr>
      <w:tabs>
        <w:tab w:val="left" w:pos="3119"/>
      </w:tabs>
      <w:ind w:left="1985"/>
    </w:pPr>
    <w:rPr>
      <w:b/>
      <w:sz w:val="24"/>
    </w:rPr>
  </w:style>
  <w:style w:type="paragraph" w:customStyle="1" w:styleId="DBLGVers">
    <w:name w:val="DB_LGVers"/>
    <w:basedOn w:val="Folgeposition"/>
    <w:pPr>
      <w:jc w:val="center"/>
    </w:pPr>
    <w:rPr>
      <w:color w:val="auto"/>
      <w:w w:val="100"/>
      <w:sz w:val="28"/>
    </w:rPr>
  </w:style>
  <w:style w:type="paragraph" w:customStyle="1" w:styleId="DBTitelG">
    <w:name w:val="DB_TitelG"/>
    <w:basedOn w:val="ULG"/>
    <w:pPr>
      <w:tabs>
        <w:tab w:val="clear" w:pos="851"/>
      </w:tabs>
      <w:ind w:left="0"/>
      <w:jc w:val="center"/>
    </w:pPr>
    <w:rPr>
      <w:color w:val="auto"/>
      <w:w w:val="100"/>
      <w:sz w:val="48"/>
    </w:rPr>
  </w:style>
  <w:style w:type="paragraph" w:customStyle="1" w:styleId="SVB">
    <w:name w:val="SVB"/>
    <w:basedOn w:val="Standard"/>
    <w:pPr>
      <w:ind w:left="1701"/>
    </w:pPr>
  </w:style>
  <w:style w:type="paragraph" w:customStyle="1" w:styleId="DBTitelLG">
    <w:name w:val="DB_TitelLG"/>
    <w:basedOn w:val="LG"/>
    <w:pPr>
      <w:jc w:val="center"/>
    </w:pPr>
    <w:rPr>
      <w:color w:val="auto"/>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Sablonok\lb-platzoptimiert-ww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lb-platzoptimiert-ww8</Template>
  <TotalTime>0</TotalTime>
  <Pages>7</Pages>
  <Words>2132</Words>
  <Characters>13432</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ib-data GmbH</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33</dc:creator>
  <cp:keywords/>
  <cp:lastModifiedBy>Schirmbrand Bernhard</cp:lastModifiedBy>
  <cp:revision>11</cp:revision>
  <cp:lastPrinted>1999-02-09T11:25:00Z</cp:lastPrinted>
  <dcterms:created xsi:type="dcterms:W3CDTF">2015-01-14T12:40:00Z</dcterms:created>
  <dcterms:modified xsi:type="dcterms:W3CDTF">2020-11-09T09:42:00Z</dcterms:modified>
</cp:coreProperties>
</file>